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A848BE">
        <w:rPr>
          <w:rFonts w:ascii="Arial Narrow" w:hAnsi="Arial Narrow"/>
          <w:sz w:val="18"/>
          <w:lang w:val="de-DE"/>
        </w:rPr>
        <w:fldChar w:fldCharType="begin"/>
      </w:r>
      <w:r w:rsidRPr="00A848BE">
        <w:rPr>
          <w:rFonts w:ascii="Arial Narrow" w:hAnsi="Arial Narrow"/>
          <w:sz w:val="18"/>
          <w:lang w:val="de-DE"/>
        </w:rPr>
        <w:instrText>ADVANCE \Y 77.95</w:instrText>
      </w:r>
      <w:r w:rsidRPr="00A848BE">
        <w:rPr>
          <w:rFonts w:ascii="Arial Narrow" w:hAnsi="Arial Narrow"/>
          <w:sz w:val="18"/>
          <w:lang w:val="de-DE"/>
        </w:rPr>
        <w:fldChar w:fldCharType="end"/>
      </w:r>
      <w:r w:rsidR="006204D1" w:rsidRPr="00A848BE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Arial Narrow" w:hAnsi="Arial Narrow"/>
          <w:b/>
          <w:sz w:val="22"/>
          <w:lang w:val="it-IT"/>
        </w:rPr>
      </w:pPr>
      <w:proofErr w:type="spellStart"/>
      <w:r w:rsidRPr="00A848BE">
        <w:rPr>
          <w:rFonts w:ascii="Arial Narrow" w:hAnsi="Arial Narrow"/>
          <w:b/>
          <w:sz w:val="45"/>
          <w:lang w:val="it-IT"/>
        </w:rPr>
        <w:t>Protokoll</w:t>
      </w:r>
      <w:proofErr w:type="spellEnd"/>
    </w:p>
    <w:p w:rsidR="000C1EB8" w:rsidRPr="00A848BE" w:rsidRDefault="0026750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FA6D7C">
        <w:rPr>
          <w:rFonts w:ascii="Arial Narrow" w:hAnsi="Arial Narrow"/>
          <w:sz w:val="22"/>
          <w:lang w:val="de-DE"/>
        </w:rPr>
        <w:t>3</w:t>
      </w:r>
      <w:r w:rsidR="006204D1" w:rsidRPr="00A848BE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 w:rsidRPr="00A848BE">
        <w:rPr>
          <w:rFonts w:ascii="Arial Narrow" w:hAnsi="Arial Narrow"/>
          <w:sz w:val="22"/>
          <w:lang w:val="de-DE"/>
        </w:rPr>
        <w:t>So</w:t>
      </w:r>
      <w:r w:rsidR="00531E9F" w:rsidRPr="00A848BE">
        <w:rPr>
          <w:rFonts w:ascii="Arial Narrow" w:hAnsi="Arial Narrow"/>
          <w:sz w:val="22"/>
          <w:lang w:val="de-DE"/>
        </w:rPr>
        <w:t>Se</w:t>
      </w:r>
      <w:proofErr w:type="spellEnd"/>
      <w:r w:rsidR="00531E9F" w:rsidRPr="00A848BE">
        <w:rPr>
          <w:rFonts w:ascii="Arial Narrow" w:hAnsi="Arial Narrow"/>
          <w:sz w:val="22"/>
          <w:lang w:val="de-DE"/>
        </w:rPr>
        <w:t xml:space="preserve"> </w:t>
      </w:r>
      <w:r w:rsidR="00E14709" w:rsidRPr="00A848BE">
        <w:rPr>
          <w:rFonts w:ascii="Arial Narrow" w:hAnsi="Arial Narrow"/>
          <w:sz w:val="22"/>
          <w:lang w:val="de-DE"/>
        </w:rPr>
        <w:t>17</w:t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Gremium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</w:t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Termin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A94EB0" w:rsidRPr="00A848BE">
        <w:rPr>
          <w:rFonts w:ascii="Arial Narrow" w:hAnsi="Arial Narrow"/>
          <w:sz w:val="22"/>
          <w:lang w:val="de-DE"/>
        </w:rPr>
        <w:t>Mittwoch</w:t>
      </w:r>
      <w:r w:rsidRPr="00A848BE">
        <w:rPr>
          <w:rFonts w:ascii="Arial Narrow" w:hAnsi="Arial Narrow"/>
          <w:sz w:val="22"/>
          <w:lang w:val="de-DE"/>
        </w:rPr>
        <w:t xml:space="preserve">, </w:t>
      </w:r>
      <w:r w:rsidR="008D2BDB" w:rsidRPr="00A848BE">
        <w:rPr>
          <w:rFonts w:ascii="Arial Narrow" w:hAnsi="Arial Narrow"/>
          <w:sz w:val="22"/>
          <w:lang w:val="de-DE"/>
        </w:rPr>
        <w:fldChar w:fldCharType="begin"/>
      </w:r>
      <w:r w:rsidR="008D2BDB" w:rsidRPr="00A848BE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8D2BDB" w:rsidRPr="00A848BE">
        <w:rPr>
          <w:rFonts w:ascii="Arial Narrow" w:hAnsi="Arial Narrow"/>
          <w:sz w:val="22"/>
          <w:lang w:val="de-DE"/>
        </w:rPr>
        <w:fldChar w:fldCharType="separate"/>
      </w:r>
      <w:r w:rsidR="00D767AA">
        <w:rPr>
          <w:rFonts w:ascii="Arial Narrow" w:hAnsi="Arial Narrow"/>
          <w:noProof/>
          <w:sz w:val="22"/>
          <w:lang w:val="de-DE"/>
        </w:rPr>
        <w:t>28.06.2017</w:t>
      </w:r>
      <w:r w:rsidR="008D2BDB" w:rsidRPr="00A848BE">
        <w:rPr>
          <w:rFonts w:ascii="Arial Narrow" w:hAnsi="Arial Narrow"/>
          <w:sz w:val="22"/>
          <w:lang w:val="de-DE"/>
        </w:rPr>
        <w:fldChar w:fldCharType="end"/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Zeit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80CCC" w:rsidRPr="00A848BE">
        <w:rPr>
          <w:rFonts w:ascii="Arial Narrow" w:hAnsi="Arial Narrow"/>
          <w:sz w:val="22"/>
          <w:lang w:val="de-DE"/>
        </w:rPr>
        <w:t>13:00 Uhr</w:t>
      </w:r>
    </w:p>
    <w:p w:rsidR="000C1EB8" w:rsidRPr="00A848B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Ort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 Büro</w:t>
      </w:r>
    </w:p>
    <w:p w:rsidR="00622B3E" w:rsidRPr="00A848B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gewählt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Pr="00A848BE">
        <w:rPr>
          <w:rFonts w:ascii="Arial Narrow" w:hAnsi="Arial Narrow"/>
          <w:sz w:val="22"/>
          <w:lang w:val="de-DE"/>
        </w:rPr>
        <w:t>Lukas Scheuerle, Matthias Müller</w:t>
      </w:r>
    </w:p>
    <w:p w:rsidR="00945F7B" w:rsidRPr="00A848BE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Referenten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sz w:val="22"/>
          <w:lang w:val="de-DE"/>
        </w:rPr>
        <w:tab/>
      </w:r>
      <w:r w:rsidR="00104947" w:rsidRPr="00A848BE">
        <w:rPr>
          <w:rFonts w:ascii="Arial Narrow" w:hAnsi="Arial Narrow"/>
          <w:sz w:val="22"/>
          <w:lang w:val="de-DE"/>
        </w:rPr>
        <w:t>Lukas Scheuerle, Matthias Müller</w:t>
      </w:r>
      <w:r w:rsidR="00B711F4">
        <w:rPr>
          <w:rFonts w:ascii="Arial Narrow" w:hAnsi="Arial Narrow"/>
          <w:sz w:val="22"/>
          <w:lang w:val="de-DE"/>
        </w:rPr>
        <w:t xml:space="preserve">, Philipp </w:t>
      </w:r>
      <w:proofErr w:type="spellStart"/>
      <w:r w:rsidR="00B711F4">
        <w:rPr>
          <w:rFonts w:ascii="Arial Narrow" w:hAnsi="Arial Narrow"/>
          <w:sz w:val="22"/>
          <w:lang w:val="de-DE"/>
        </w:rPr>
        <w:t>Fleig</w:t>
      </w:r>
      <w:proofErr w:type="spellEnd"/>
      <w:r w:rsidR="00305825" w:rsidRPr="00A848BE">
        <w:rPr>
          <w:rFonts w:ascii="Arial Narrow" w:hAnsi="Arial Narrow"/>
          <w:sz w:val="22"/>
          <w:lang w:val="de-DE"/>
        </w:rPr>
        <w:t xml:space="preserve">, </w:t>
      </w:r>
      <w:r w:rsidR="00E30A37" w:rsidRPr="00A848BE">
        <w:rPr>
          <w:rFonts w:ascii="Arial Narrow" w:hAnsi="Arial Narrow"/>
          <w:sz w:val="22"/>
          <w:lang w:val="de-DE"/>
        </w:rPr>
        <w:t>Daniel Sommer</w:t>
      </w:r>
      <w:r w:rsidR="00854DD1">
        <w:rPr>
          <w:rFonts w:ascii="Arial Narrow" w:hAnsi="Arial Narrow"/>
          <w:sz w:val="22"/>
          <w:lang w:val="de-DE"/>
        </w:rPr>
        <w:t xml:space="preserve">, Tim </w:t>
      </w:r>
      <w:proofErr w:type="spellStart"/>
      <w:r w:rsidR="00AF4BCE">
        <w:rPr>
          <w:rFonts w:ascii="Arial Narrow" w:hAnsi="Arial Narrow"/>
          <w:sz w:val="22"/>
          <w:lang w:val="de-DE"/>
        </w:rPr>
        <w:t>Sasdrich</w:t>
      </w:r>
      <w:proofErr w:type="spellEnd"/>
      <w:r w:rsidR="00D32341">
        <w:rPr>
          <w:rFonts w:ascii="Arial Narrow" w:hAnsi="Arial Narrow"/>
          <w:sz w:val="22"/>
          <w:lang w:val="de-DE"/>
        </w:rPr>
        <w:t xml:space="preserve">, </w:t>
      </w:r>
      <w:r w:rsidR="00003B4B">
        <w:rPr>
          <w:rFonts w:ascii="Arial Narrow" w:hAnsi="Arial Narrow"/>
          <w:sz w:val="22"/>
          <w:lang w:val="de-DE"/>
        </w:rPr>
        <w:t>Luisa Geiger</w:t>
      </w:r>
      <w:r w:rsidR="00A41D19">
        <w:rPr>
          <w:rFonts w:ascii="Arial Narrow" w:hAnsi="Arial Narrow"/>
          <w:sz w:val="22"/>
          <w:lang w:val="de-DE"/>
        </w:rPr>
        <w:t xml:space="preserve">, Mirza </w:t>
      </w:r>
      <w:proofErr w:type="spellStart"/>
      <w:r w:rsidR="00A41D19">
        <w:rPr>
          <w:rFonts w:ascii="Arial Narrow" w:hAnsi="Arial Narrow"/>
          <w:sz w:val="22"/>
          <w:lang w:val="de-DE"/>
        </w:rPr>
        <w:t>Sahovic</w:t>
      </w:r>
      <w:proofErr w:type="spellEnd"/>
      <w:r w:rsidR="00DD72F4">
        <w:rPr>
          <w:rFonts w:ascii="Arial Narrow" w:hAnsi="Arial Narrow"/>
          <w:sz w:val="22"/>
          <w:lang w:val="de-DE"/>
        </w:rPr>
        <w:t xml:space="preserve">, Denis Müller, Helena </w:t>
      </w:r>
      <w:proofErr w:type="spellStart"/>
      <w:r w:rsidR="00DD72F4">
        <w:rPr>
          <w:rFonts w:ascii="Arial Narrow" w:hAnsi="Arial Narrow"/>
          <w:sz w:val="22"/>
          <w:lang w:val="de-DE"/>
        </w:rPr>
        <w:t>Heppeler</w:t>
      </w:r>
      <w:proofErr w:type="spellEnd"/>
      <w:r w:rsidR="00D767AA">
        <w:rPr>
          <w:rFonts w:ascii="Arial Narrow" w:hAnsi="Arial Narrow"/>
          <w:sz w:val="22"/>
          <w:lang w:val="de-DE"/>
        </w:rPr>
        <w:t xml:space="preserve">, Fabian </w:t>
      </w:r>
      <w:proofErr w:type="spellStart"/>
      <w:r w:rsidR="00D767AA">
        <w:rPr>
          <w:rFonts w:ascii="Arial Narrow" w:hAnsi="Arial Narrow"/>
          <w:sz w:val="22"/>
          <w:lang w:val="de-DE"/>
        </w:rPr>
        <w:t>Suske</w:t>
      </w:r>
      <w:proofErr w:type="spellEnd"/>
    </w:p>
    <w:p w:rsidR="007D4030" w:rsidRPr="00A848BE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Sonstige Anwesende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945F7B" w:rsidRPr="00A848BE" w:rsidRDefault="00945F7B" w:rsidP="004269C7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proofErr w:type="spellStart"/>
      <w:r w:rsidRPr="00A848BE">
        <w:rPr>
          <w:rFonts w:ascii="Arial Narrow" w:hAnsi="Arial Narrow"/>
          <w:b/>
          <w:sz w:val="22"/>
          <w:lang w:val="de-DE"/>
        </w:rPr>
        <w:t>AnwärterInnen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proofErr w:type="spellStart"/>
      <w:r w:rsidR="003057B9">
        <w:rPr>
          <w:rFonts w:ascii="Arial Narrow" w:hAnsi="Arial Narrow"/>
          <w:sz w:val="22"/>
          <w:lang w:val="de-DE"/>
        </w:rPr>
        <w:t>Viet</w:t>
      </w:r>
      <w:proofErr w:type="spellEnd"/>
      <w:r w:rsidR="003057B9">
        <w:rPr>
          <w:rFonts w:ascii="Arial Narrow" w:hAnsi="Arial Narrow"/>
          <w:sz w:val="22"/>
          <w:lang w:val="de-DE"/>
        </w:rPr>
        <w:t xml:space="preserve"> Nguyen, Armin Saur, </w:t>
      </w:r>
      <w:r w:rsidR="00B903C3">
        <w:rPr>
          <w:rFonts w:ascii="Arial Narrow" w:hAnsi="Arial Narrow"/>
          <w:sz w:val="22"/>
          <w:lang w:val="de-DE"/>
        </w:rPr>
        <w:t xml:space="preserve">Denise </w:t>
      </w:r>
      <w:proofErr w:type="spellStart"/>
      <w:r w:rsidR="00B903C3">
        <w:rPr>
          <w:rFonts w:ascii="Arial Narrow" w:hAnsi="Arial Narrow"/>
          <w:sz w:val="22"/>
          <w:lang w:val="de-DE"/>
        </w:rPr>
        <w:t>Alka</w:t>
      </w:r>
      <w:proofErr w:type="spellEnd"/>
      <w:r w:rsidR="00B903C3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B903C3">
        <w:rPr>
          <w:rFonts w:ascii="Arial Narrow" w:hAnsi="Arial Narrow"/>
          <w:sz w:val="22"/>
          <w:lang w:val="de-DE"/>
        </w:rPr>
        <w:t>Bilel</w:t>
      </w:r>
      <w:proofErr w:type="spellEnd"/>
      <w:r w:rsidR="00B903C3">
        <w:rPr>
          <w:rFonts w:ascii="Arial Narrow" w:hAnsi="Arial Narrow"/>
          <w:sz w:val="22"/>
          <w:lang w:val="de-DE"/>
        </w:rPr>
        <w:t xml:space="preserve"> Spannnagel, </w:t>
      </w:r>
      <w:r w:rsidR="00DC6B4E">
        <w:rPr>
          <w:rFonts w:ascii="Arial Narrow" w:hAnsi="Arial Narrow"/>
          <w:sz w:val="22"/>
          <w:lang w:val="de-DE"/>
        </w:rPr>
        <w:t xml:space="preserve">Bianca </w:t>
      </w:r>
      <w:proofErr w:type="spellStart"/>
      <w:r w:rsidR="00DC6B4E">
        <w:rPr>
          <w:rFonts w:ascii="Arial Narrow" w:hAnsi="Arial Narrow"/>
          <w:sz w:val="22"/>
          <w:lang w:val="de-DE"/>
        </w:rPr>
        <w:t>Flister</w:t>
      </w:r>
      <w:proofErr w:type="spellEnd"/>
      <w:r w:rsidR="00DC6B4E">
        <w:rPr>
          <w:rFonts w:ascii="Arial Narrow" w:hAnsi="Arial Narrow"/>
          <w:sz w:val="22"/>
          <w:lang w:val="de-DE"/>
        </w:rPr>
        <w:t xml:space="preserve">, </w:t>
      </w:r>
      <w:r w:rsidR="00B903C3">
        <w:rPr>
          <w:rFonts w:ascii="Arial Narrow" w:hAnsi="Arial Narrow"/>
          <w:sz w:val="22"/>
          <w:lang w:val="de-DE"/>
        </w:rPr>
        <w:t>Benjamin Herzberger (erste Sitzung)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Schriftführer/in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E237E7" w:rsidRPr="00A848BE">
        <w:rPr>
          <w:rFonts w:ascii="Arial Narrow" w:hAnsi="Arial Narrow"/>
          <w:sz w:val="22"/>
          <w:lang w:val="de-DE"/>
        </w:rPr>
        <w:t>Matthias Müller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Vorsitz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531E9F" w:rsidRPr="00A848BE">
        <w:rPr>
          <w:rFonts w:ascii="Arial Narrow" w:hAnsi="Arial Narrow"/>
          <w:sz w:val="22"/>
          <w:lang w:val="de-DE"/>
        </w:rPr>
        <w:t xml:space="preserve">Lukas </w:t>
      </w:r>
      <w:r w:rsidR="00622B3E" w:rsidRPr="00A848BE">
        <w:rPr>
          <w:rFonts w:ascii="Arial Narrow" w:hAnsi="Arial Narrow"/>
          <w:sz w:val="22"/>
          <w:lang w:val="de-DE"/>
        </w:rPr>
        <w:t>Scheuerle</w:t>
      </w:r>
    </w:p>
    <w:p w:rsidR="00945F7B" w:rsidRPr="00A848BE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A848B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>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D767AA">
        <w:rPr>
          <w:rFonts w:ascii="Arial Narrow" w:hAnsi="Arial Narrow"/>
          <w:sz w:val="22"/>
          <w:lang w:val="de-DE"/>
        </w:rPr>
        <w:t>10</w:t>
      </w:r>
    </w:p>
    <w:p w:rsidR="00945F7B" w:rsidRPr="00A848BE" w:rsidRDefault="00606094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Sachverständiger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b/>
          <w:sz w:val="22"/>
          <w:lang w:val="de-DE"/>
        </w:rPr>
        <w:tab/>
      </w:r>
      <w:r w:rsidR="009C2A1A" w:rsidRPr="00A848BE">
        <w:rPr>
          <w:rFonts w:ascii="Arial Narrow" w:hAnsi="Arial Narrow"/>
          <w:sz w:val="22"/>
          <w:lang w:val="de-DE"/>
        </w:rPr>
        <w:t xml:space="preserve">Siegfried </w:t>
      </w:r>
      <w:proofErr w:type="spellStart"/>
      <w:r w:rsidR="009C2A1A" w:rsidRPr="00A848BE">
        <w:rPr>
          <w:rFonts w:ascii="Arial Narrow" w:hAnsi="Arial Narrow"/>
          <w:sz w:val="22"/>
          <w:lang w:val="de-DE"/>
        </w:rPr>
        <w:t>Fien</w:t>
      </w:r>
      <w:proofErr w:type="spellEnd"/>
    </w:p>
    <w:p w:rsidR="005627C0" w:rsidRPr="00A848B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Abw.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4C7C84" w:rsidRPr="00A848B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A848BE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A848BE">
        <w:rPr>
          <w:rFonts w:ascii="Arial Narrow" w:hAnsi="Arial Narrow"/>
          <w:b/>
          <w:sz w:val="26"/>
          <w:lang w:val="de-DE"/>
        </w:rPr>
        <w:t>Tagesordnung:</w:t>
      </w:r>
    </w:p>
    <w:p w:rsidR="00547FD9" w:rsidRPr="00A848BE" w:rsidRDefault="00547FD9" w:rsidP="001F2A4B">
      <w:pPr>
        <w:ind w:left="720"/>
        <w:textAlignment w:val="auto"/>
        <w:rPr>
          <w:rFonts w:ascii="Arial Narrow" w:hAnsi="Arial Narrow"/>
        </w:rPr>
      </w:pPr>
    </w:p>
    <w:p w:rsidR="003057B9" w:rsidRDefault="00063A41" w:rsidP="003057B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 w:rsidRPr="00A848BE">
        <w:rPr>
          <w:rFonts w:ascii="Arial Narrow" w:hAnsi="Arial Narrow"/>
        </w:rPr>
        <w:t>Check Protokoll:</w:t>
      </w:r>
    </w:p>
    <w:p w:rsidR="00942135" w:rsidRDefault="00B948DE" w:rsidP="00942135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AStA-Abend: war am Montag, alle abwesenden haben Link zu Lukas Rede bekommen</w:t>
      </w:r>
    </w:p>
    <w:p w:rsidR="00B948DE" w:rsidRDefault="00B948DE" w:rsidP="00942135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Dreck im Keller wurde weggebracht</w:t>
      </w:r>
    </w:p>
    <w:p w:rsidR="003903BA" w:rsidRDefault="003903BA" w:rsidP="00942135">
      <w:pPr>
        <w:pStyle w:val="Listenabsatz"/>
        <w:textAlignment w:val="auto"/>
        <w:rPr>
          <w:rFonts w:ascii="Arial Narrow" w:hAnsi="Arial Narrow"/>
        </w:rPr>
      </w:pPr>
    </w:p>
    <w:p w:rsidR="008376C9" w:rsidRDefault="003903BA" w:rsidP="008376C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Neue </w:t>
      </w:r>
      <w:proofErr w:type="spellStart"/>
      <w:r>
        <w:rPr>
          <w:rFonts w:ascii="Arial Narrow" w:hAnsi="Arial Narrow"/>
        </w:rPr>
        <w:t>Slushie</w:t>
      </w:r>
      <w:proofErr w:type="spellEnd"/>
      <w:r>
        <w:rPr>
          <w:rFonts w:ascii="Arial Narrow" w:hAnsi="Arial Narrow"/>
        </w:rPr>
        <w:t>-Maschine? / Alte reparieren lassen?</w:t>
      </w:r>
    </w:p>
    <w:p w:rsidR="003903BA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Tim hat die Maschine gereinigt, überhitzt nicht mehr</w:t>
      </w:r>
    </w:p>
    <w:p w:rsidR="00DD72F4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Allerdings am Ende der Schnecke undicht</w:t>
      </w:r>
    </w:p>
    <w:p w:rsidR="00DD72F4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Vorschlag: über Magnet antreiben, wie gut funktioniert Kraftübertragung?</w:t>
      </w:r>
    </w:p>
    <w:p w:rsidR="00DD72F4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Über Zahnräder </w:t>
      </w:r>
      <w:r w:rsidR="0013427B">
        <w:rPr>
          <w:rFonts w:ascii="Arial Narrow" w:hAnsi="Arial Narrow"/>
        </w:rPr>
        <w:t>umlenken?</w:t>
      </w:r>
    </w:p>
    <w:p w:rsidR="00DD72F4" w:rsidRPr="003903BA" w:rsidRDefault="00DD72F4" w:rsidP="003903BA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Oder lassen wir es sein und besorgen eine </w:t>
      </w:r>
      <w:r w:rsidR="009F67BA">
        <w:rPr>
          <w:rFonts w:ascii="Arial Narrow" w:hAnsi="Arial Narrow"/>
        </w:rPr>
        <w:t>N</w:t>
      </w:r>
      <w:r>
        <w:rPr>
          <w:rFonts w:ascii="Arial Narrow" w:hAnsi="Arial Narrow"/>
        </w:rPr>
        <w:t>eue?</w:t>
      </w:r>
    </w:p>
    <w:p w:rsidR="003903BA" w:rsidRDefault="00181126" w:rsidP="003903B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Erst schauen, ob die Alte repariert werden kann</w:t>
      </w:r>
    </w:p>
    <w:p w:rsidR="00A14B19" w:rsidRDefault="00A14B19" w:rsidP="003903BA">
      <w:pPr>
        <w:pStyle w:val="Listenabsatz"/>
        <w:textAlignment w:val="auto"/>
        <w:rPr>
          <w:rFonts w:ascii="Arial Narrow" w:hAnsi="Arial Narrow"/>
        </w:rPr>
      </w:pPr>
    </w:p>
    <w:p w:rsidR="000853D6" w:rsidRDefault="000853D6" w:rsidP="003903BA">
      <w:pPr>
        <w:pStyle w:val="Listenabsatz"/>
        <w:textAlignment w:val="auto"/>
        <w:rPr>
          <w:rFonts w:ascii="Arial Narrow" w:hAnsi="Arial Narrow"/>
        </w:rPr>
      </w:pPr>
    </w:p>
    <w:p w:rsidR="003903BA" w:rsidRDefault="003903BA" w:rsidP="003903BA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Ordnung im AStA</w:t>
      </w:r>
    </w:p>
    <w:p w:rsidR="004C2596" w:rsidRDefault="00F0226F" w:rsidP="003903B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Wenn die Spülmaschine leer ist, Zeug nicht auf Abtropffläche stellen, sondern einräumen</w:t>
      </w:r>
    </w:p>
    <w:p w:rsidR="00F0226F" w:rsidRDefault="00F0226F" w:rsidP="003903B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Wer etwas </w:t>
      </w:r>
      <w:proofErr w:type="spellStart"/>
      <w:r>
        <w:rPr>
          <w:rFonts w:ascii="Arial Narrow" w:hAnsi="Arial Narrow"/>
        </w:rPr>
        <w:t>verleert</w:t>
      </w:r>
      <w:proofErr w:type="spellEnd"/>
      <w:r>
        <w:rPr>
          <w:rFonts w:ascii="Arial Narrow" w:hAnsi="Arial Narrow"/>
        </w:rPr>
        <w:t xml:space="preserve">, soll aufwischen </w:t>
      </w:r>
      <w:proofErr w:type="spellStart"/>
      <w:r>
        <w:rPr>
          <w:rFonts w:ascii="Arial Narrow" w:hAnsi="Arial Narrow"/>
        </w:rPr>
        <w:t>usw</w:t>
      </w:r>
      <w:proofErr w:type="spellEnd"/>
    </w:p>
    <w:p w:rsidR="00F0226F" w:rsidRDefault="00B12694" w:rsidP="003903B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Wer den linken Bildschirm verwendet baut ihn auch wieder auf!</w:t>
      </w:r>
    </w:p>
    <w:p w:rsidR="00B12694" w:rsidRDefault="00B12694" w:rsidP="003903BA">
      <w:pPr>
        <w:pStyle w:val="Listenabsatz"/>
        <w:textAlignment w:val="auto"/>
        <w:rPr>
          <w:rFonts w:ascii="Arial Narrow" w:hAnsi="Arial Narrow"/>
        </w:rPr>
      </w:pPr>
    </w:p>
    <w:p w:rsidR="00F0226F" w:rsidRDefault="003903BA" w:rsidP="00F0226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Pfand und Altglas wegbringen</w:t>
      </w:r>
    </w:p>
    <w:p w:rsidR="00F0226F" w:rsidRDefault="00EC16DB" w:rsidP="00F0226F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Wer fährt Zeug weg? </w:t>
      </w:r>
      <w:proofErr w:type="spellStart"/>
      <w:r>
        <w:rPr>
          <w:rFonts w:ascii="Arial Narrow" w:hAnsi="Arial Narrow"/>
        </w:rPr>
        <w:t>Fleig</w:t>
      </w:r>
      <w:proofErr w:type="spellEnd"/>
      <w:r>
        <w:rPr>
          <w:rFonts w:ascii="Arial Narrow" w:hAnsi="Arial Narrow"/>
        </w:rPr>
        <w:t xml:space="preserve"> kümmert sich darum</w:t>
      </w:r>
    </w:p>
    <w:p w:rsidR="00F0226F" w:rsidRDefault="00F0226F" w:rsidP="00F0226F">
      <w:pPr>
        <w:pStyle w:val="Listenabsatz"/>
        <w:textAlignment w:val="auto"/>
        <w:rPr>
          <w:rFonts w:ascii="Arial Narrow" w:hAnsi="Arial Narrow"/>
        </w:rPr>
      </w:pPr>
    </w:p>
    <w:p w:rsidR="00F0226F" w:rsidRDefault="00F0226F" w:rsidP="00F0226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Tischtennisplatte</w:t>
      </w:r>
    </w:p>
    <w:p w:rsidR="00F0226F" w:rsidRDefault="00DB6D91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Wieder eine kaputt, Platte aus der Führung gerissen</w:t>
      </w:r>
    </w:p>
    <w:p w:rsidR="00F3249C" w:rsidRDefault="00F3249C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Alle Platten wurden gesperrt, eine wurde ausgesperrt</w:t>
      </w:r>
    </w:p>
    <w:p w:rsidR="00DB6D91" w:rsidRDefault="00DB6D91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Wie soll weiter verfahren werden?</w:t>
      </w:r>
    </w:p>
    <w:p w:rsidR="00DB6D91" w:rsidRDefault="00DB6D91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Schloss? Nur noch für Referat?</w:t>
      </w:r>
      <w:r w:rsidR="00310CBA">
        <w:rPr>
          <w:rFonts w:ascii="Arial Narrow" w:hAnsi="Arial Narrow"/>
        </w:rPr>
        <w:t xml:space="preserve"> Eher Schloss</w:t>
      </w:r>
    </w:p>
    <w:p w:rsidR="00F30E03" w:rsidRDefault="00F30E03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Facebook-Post, dass die Platten dieses Semester nicht mehr benutzt werden können</w:t>
      </w:r>
    </w:p>
    <w:p w:rsidR="00AD2996" w:rsidRDefault="00AD2996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Sollte </w:t>
      </w:r>
      <w:r w:rsidR="00143F3D">
        <w:rPr>
          <w:rFonts w:ascii="Arial Narrow" w:hAnsi="Arial Narrow"/>
        </w:rPr>
        <w:t xml:space="preserve">es </w:t>
      </w:r>
      <w:r>
        <w:rPr>
          <w:rFonts w:ascii="Arial Narrow" w:hAnsi="Arial Narrow"/>
        </w:rPr>
        <w:t xml:space="preserve">im nächsten Semester </w:t>
      </w:r>
      <w:r w:rsidR="00143F3D">
        <w:rPr>
          <w:rFonts w:ascii="Arial Narrow" w:hAnsi="Arial Narrow"/>
        </w:rPr>
        <w:t>immer noch Probleme geben, wird abgesperrt</w:t>
      </w:r>
    </w:p>
    <w:p w:rsidR="0063690C" w:rsidRDefault="00480904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Fabian kümmert sich darum, die Führung zu stabilisieren</w:t>
      </w:r>
    </w:p>
    <w:p w:rsidR="00480904" w:rsidRPr="00F0226F" w:rsidRDefault="00480904" w:rsidP="00F0226F">
      <w:pPr>
        <w:pStyle w:val="Listenabsatz"/>
        <w:rPr>
          <w:rFonts w:ascii="Arial Narrow" w:hAnsi="Arial Narrow"/>
        </w:rPr>
      </w:pPr>
    </w:p>
    <w:p w:rsidR="00F0226F" w:rsidRDefault="00F0226F" w:rsidP="00F0226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Aufnahmeantrag Armin</w:t>
      </w:r>
    </w:p>
    <w:p w:rsidR="00C33CDB" w:rsidRDefault="00A31F4F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Seit der vierten Sitzung dabei, hat Studierbar mitorganisiert, wird sich in den Ferien um Rechner kümmern, war regelmäßig im AStA-Büro und hat im Tagesgeschäft geholfen</w:t>
      </w:r>
    </w:p>
    <w:p w:rsidR="00F0226F" w:rsidRDefault="00E51093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Einstimmig aufgenommen</w:t>
      </w:r>
    </w:p>
    <w:p w:rsidR="0063690C" w:rsidRPr="00F0226F" w:rsidRDefault="0063690C" w:rsidP="00F0226F">
      <w:pPr>
        <w:pStyle w:val="Listenabsatz"/>
        <w:rPr>
          <w:rFonts w:ascii="Arial Narrow" w:hAnsi="Arial Narrow"/>
        </w:rPr>
      </w:pPr>
    </w:p>
    <w:p w:rsidR="00F0226F" w:rsidRDefault="00F0226F" w:rsidP="00F0226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Aufnahmeantrag Bianca</w:t>
      </w:r>
    </w:p>
    <w:p w:rsidR="00F0226F" w:rsidRDefault="00A31F4F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 xml:space="preserve">Seit Ende vergangenen Semesters dabei, zu Beginn dieses Semester nur noch </w:t>
      </w:r>
      <w:proofErr w:type="spellStart"/>
      <w:r>
        <w:rPr>
          <w:rFonts w:ascii="Arial Narrow" w:hAnsi="Arial Narrow"/>
        </w:rPr>
        <w:t>Fasta</w:t>
      </w:r>
      <w:proofErr w:type="spellEnd"/>
      <w:r>
        <w:rPr>
          <w:rFonts w:ascii="Arial Narrow" w:hAnsi="Arial Narrow"/>
        </w:rPr>
        <w:t xml:space="preserve">, dennoch regelmäßig geholfen, </w:t>
      </w:r>
      <w:r>
        <w:rPr>
          <w:rFonts w:ascii="Arial Narrow" w:hAnsi="Arial Narrow"/>
        </w:rPr>
        <w:t>war regelmäßig im AStA-Büro und hat im Tagesgeschäft geholfen</w:t>
      </w:r>
    </w:p>
    <w:p w:rsidR="00EC73ED" w:rsidRDefault="00471E3F" w:rsidP="00F0226F">
      <w:pPr>
        <w:pStyle w:val="Listenabsatz"/>
        <w:rPr>
          <w:rFonts w:ascii="Arial Narrow" w:hAnsi="Arial Narrow"/>
        </w:rPr>
      </w:pPr>
      <w:r>
        <w:rPr>
          <w:rFonts w:ascii="Arial Narrow" w:hAnsi="Arial Narrow"/>
        </w:rPr>
        <w:t>Einstimmig aufgenommen</w:t>
      </w:r>
    </w:p>
    <w:p w:rsidR="0063690C" w:rsidRPr="00F0226F" w:rsidRDefault="0063690C" w:rsidP="00F0226F">
      <w:pPr>
        <w:pStyle w:val="Listenabsatz"/>
        <w:rPr>
          <w:rFonts w:ascii="Arial Narrow" w:hAnsi="Arial Narrow"/>
        </w:rPr>
      </w:pPr>
    </w:p>
    <w:p w:rsidR="00F0226F" w:rsidRDefault="00F0226F" w:rsidP="00F0226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 Ausflug</w:t>
      </w:r>
    </w:p>
    <w:p w:rsidR="0063690C" w:rsidRDefault="00EC2752" w:rsidP="0063690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Umfrage l</w:t>
      </w:r>
      <w:r w:rsidR="00376AAF">
        <w:rPr>
          <w:rFonts w:ascii="Arial Narrow" w:hAnsi="Arial Narrow"/>
        </w:rPr>
        <w:t>äuft noch bis zum Ende der Woche</w:t>
      </w:r>
    </w:p>
    <w:p w:rsidR="00EC2752" w:rsidRDefault="00EC2752" w:rsidP="0063690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Demnächst Doodle zu Termin</w:t>
      </w:r>
    </w:p>
    <w:p w:rsidR="0063690C" w:rsidRDefault="0063690C" w:rsidP="0063690C">
      <w:pPr>
        <w:pStyle w:val="Listenabsatz"/>
        <w:textAlignment w:val="auto"/>
        <w:rPr>
          <w:rFonts w:ascii="Arial Narrow" w:hAnsi="Arial Narrow"/>
        </w:rPr>
      </w:pPr>
    </w:p>
    <w:p w:rsidR="0063690C" w:rsidRDefault="0063690C" w:rsidP="0063690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Sonstiges</w:t>
      </w:r>
    </w:p>
    <w:p w:rsidR="00127B85" w:rsidRDefault="0074613D" w:rsidP="00127B85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Kühlschränke</w:t>
      </w:r>
    </w:p>
    <w:p w:rsidR="0074613D" w:rsidRDefault="0074613D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Kühlschränke standen erneut zu, einer im Keller fängt schon wieder an zu schimmeln</w:t>
      </w:r>
    </w:p>
    <w:p w:rsidR="0074613D" w:rsidRDefault="0074613D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Daniel will </w:t>
      </w:r>
      <w:proofErr w:type="spellStart"/>
      <w:r>
        <w:rPr>
          <w:rFonts w:ascii="Arial Narrow" w:hAnsi="Arial Narrow"/>
        </w:rPr>
        <w:t>Fensterstopper</w:t>
      </w:r>
      <w:proofErr w:type="spellEnd"/>
      <w:r>
        <w:rPr>
          <w:rFonts w:ascii="Arial Narrow" w:hAnsi="Arial Narrow"/>
        </w:rPr>
        <w:t xml:space="preserve"> besorgen</w:t>
      </w:r>
    </w:p>
    <w:p w:rsidR="00122EE5" w:rsidRDefault="00122EE5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Füße sind beschädigt, kurz vor ganz kaputt</w:t>
      </w:r>
    </w:p>
    <w:p w:rsidR="0074613D" w:rsidRDefault="00122EE5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Rollbrett unter die Füße?</w:t>
      </w:r>
    </w:p>
    <w:p w:rsidR="00122EE5" w:rsidRDefault="008619EC" w:rsidP="0074613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Schwelle im Keller ist zu hoch, Daniel redet mit TD</w:t>
      </w:r>
    </w:p>
    <w:p w:rsidR="008619EC" w:rsidRDefault="008619EC" w:rsidP="0074613D">
      <w:pPr>
        <w:pStyle w:val="Listenabsatz"/>
        <w:textAlignment w:val="auto"/>
        <w:rPr>
          <w:rFonts w:ascii="Arial Narrow" w:hAnsi="Arial Narrow"/>
        </w:rPr>
      </w:pPr>
    </w:p>
    <w:p w:rsidR="008619EC" w:rsidRDefault="008619EC" w:rsidP="008619EC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Technikaufgaben im Sommer</w:t>
      </w:r>
    </w:p>
    <w:p w:rsidR="008619EC" w:rsidRDefault="008619EC" w:rsidP="008619E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Kaputter Hubwagen, Mischpult, usw.</w:t>
      </w:r>
    </w:p>
    <w:p w:rsidR="002F3903" w:rsidRDefault="002F3903" w:rsidP="008619EC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Wenn noch etwas wäre, bei Daniel melden</w:t>
      </w:r>
    </w:p>
    <w:p w:rsidR="008619EC" w:rsidRDefault="008619EC" w:rsidP="008619EC">
      <w:pPr>
        <w:pStyle w:val="Listenabsatz"/>
        <w:textAlignment w:val="auto"/>
        <w:rPr>
          <w:rFonts w:ascii="Arial Narrow" w:hAnsi="Arial Narrow"/>
        </w:rPr>
      </w:pPr>
    </w:p>
    <w:p w:rsidR="00F21E2F" w:rsidRDefault="00480904" w:rsidP="00F21E2F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Termine nächstes Semester</w:t>
      </w:r>
    </w:p>
    <w:p w:rsidR="008B4FDF" w:rsidRDefault="00480904" w:rsidP="008B4FDF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19.10. </w:t>
      </w:r>
      <w:proofErr w:type="spellStart"/>
      <w:r>
        <w:rPr>
          <w:rFonts w:ascii="Arial Narrow" w:hAnsi="Arial Narrow"/>
        </w:rPr>
        <w:t>Erstiparty</w:t>
      </w:r>
      <w:proofErr w:type="spellEnd"/>
    </w:p>
    <w:p w:rsidR="00480904" w:rsidRDefault="00480904" w:rsidP="008B4FDF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02.11. </w:t>
      </w:r>
      <w:r w:rsidR="002F67F9">
        <w:rPr>
          <w:rFonts w:ascii="Arial Narrow" w:hAnsi="Arial Narrow"/>
        </w:rPr>
        <w:t xml:space="preserve">erste </w:t>
      </w:r>
      <w:r>
        <w:rPr>
          <w:rFonts w:ascii="Arial Narrow" w:hAnsi="Arial Narrow"/>
        </w:rPr>
        <w:t>Studierbar</w:t>
      </w:r>
    </w:p>
    <w:p w:rsidR="00480904" w:rsidRDefault="00480904" w:rsidP="008B4FDF">
      <w:pPr>
        <w:pStyle w:val="Listenabsatz"/>
        <w:textAlignment w:val="auto"/>
        <w:rPr>
          <w:rFonts w:ascii="Arial Narrow" w:hAnsi="Arial Narrow"/>
        </w:rPr>
      </w:pPr>
    </w:p>
    <w:p w:rsidR="00480904" w:rsidRDefault="00480904" w:rsidP="00480904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Kinoprojektor</w:t>
      </w:r>
    </w:p>
    <w:p w:rsidR="00480904" w:rsidRDefault="00480904" w:rsidP="00480904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Gehört dem TD</w:t>
      </w:r>
    </w:p>
    <w:p w:rsidR="009B5E5A" w:rsidRDefault="002F30A6" w:rsidP="009B5E5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Vorschlag: zur Hälfte an uns überschreiben, dafür kümmern wir uns um den Verkauf</w:t>
      </w:r>
    </w:p>
    <w:p w:rsidR="009B5E5A" w:rsidRDefault="009B5E5A" w:rsidP="009B5E5A">
      <w:pPr>
        <w:pStyle w:val="Listenabsatz"/>
        <w:textAlignment w:val="auto"/>
        <w:rPr>
          <w:rFonts w:ascii="Arial Narrow" w:hAnsi="Arial Narrow"/>
        </w:rPr>
      </w:pPr>
    </w:p>
    <w:p w:rsidR="009B5E5A" w:rsidRDefault="009B5E5A" w:rsidP="009B5E5A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Daten auf den Rechnern</w:t>
      </w:r>
    </w:p>
    <w:p w:rsidR="003D3CDC" w:rsidRDefault="003D3CDC" w:rsidP="009B5E5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Rechner werden in den Ferien neu aufgesetzt</w:t>
      </w:r>
    </w:p>
    <w:p w:rsidR="009B5E5A" w:rsidRDefault="00CB291B" w:rsidP="009B5E5A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Lokale Daten sichern!</w:t>
      </w:r>
    </w:p>
    <w:p w:rsidR="001B4970" w:rsidRPr="00657E05" w:rsidRDefault="00CB291B" w:rsidP="00657E05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Daten auf dem Server</w:t>
      </w:r>
      <w:r w:rsidR="00E30EBB">
        <w:rPr>
          <w:rFonts w:ascii="Arial Narrow" w:hAnsi="Arial Narrow"/>
        </w:rPr>
        <w:t xml:space="preserve"> bleiben</w:t>
      </w:r>
    </w:p>
    <w:sectPr w:rsidR="001B4970" w:rsidRPr="00657E05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0853D6">
      <w:rPr>
        <w:rFonts w:ascii="Arial Narrow" w:hAnsi="Arial Narrow"/>
        <w:noProof/>
        <w:sz w:val="20"/>
        <w:lang w:val="de-DE"/>
      </w:rPr>
      <w:t>3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4E5451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6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7"/>
  </w:num>
  <w:num w:numId="5">
    <w:abstractNumId w:val="10"/>
  </w:num>
  <w:num w:numId="6">
    <w:abstractNumId w:val="16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1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4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7"/>
    <w:rsid w:val="00001D68"/>
    <w:rsid w:val="00003B4B"/>
    <w:rsid w:val="00010829"/>
    <w:rsid w:val="0001275C"/>
    <w:rsid w:val="00012C14"/>
    <w:rsid w:val="00013DCD"/>
    <w:rsid w:val="00014F86"/>
    <w:rsid w:val="0001632C"/>
    <w:rsid w:val="00016510"/>
    <w:rsid w:val="00021392"/>
    <w:rsid w:val="00023AFA"/>
    <w:rsid w:val="000243CF"/>
    <w:rsid w:val="0002578B"/>
    <w:rsid w:val="0002600F"/>
    <w:rsid w:val="000274E5"/>
    <w:rsid w:val="00030519"/>
    <w:rsid w:val="0003734E"/>
    <w:rsid w:val="000379CE"/>
    <w:rsid w:val="000419C8"/>
    <w:rsid w:val="00042739"/>
    <w:rsid w:val="000459F9"/>
    <w:rsid w:val="00050E66"/>
    <w:rsid w:val="0005138F"/>
    <w:rsid w:val="00052A2E"/>
    <w:rsid w:val="00053B7C"/>
    <w:rsid w:val="00054F00"/>
    <w:rsid w:val="00055C2E"/>
    <w:rsid w:val="00056A7F"/>
    <w:rsid w:val="0005766C"/>
    <w:rsid w:val="00063A41"/>
    <w:rsid w:val="00063E3E"/>
    <w:rsid w:val="00065D04"/>
    <w:rsid w:val="00073A54"/>
    <w:rsid w:val="000755CE"/>
    <w:rsid w:val="000767C3"/>
    <w:rsid w:val="00077C01"/>
    <w:rsid w:val="0008341D"/>
    <w:rsid w:val="00083BFE"/>
    <w:rsid w:val="000841A4"/>
    <w:rsid w:val="00084431"/>
    <w:rsid w:val="000853D6"/>
    <w:rsid w:val="00086608"/>
    <w:rsid w:val="00090291"/>
    <w:rsid w:val="000906BD"/>
    <w:rsid w:val="000915EE"/>
    <w:rsid w:val="00092561"/>
    <w:rsid w:val="00093DA2"/>
    <w:rsid w:val="00093E25"/>
    <w:rsid w:val="00094624"/>
    <w:rsid w:val="000973A0"/>
    <w:rsid w:val="00097D04"/>
    <w:rsid w:val="000A1B21"/>
    <w:rsid w:val="000A28BD"/>
    <w:rsid w:val="000A4FD2"/>
    <w:rsid w:val="000A5275"/>
    <w:rsid w:val="000A68F9"/>
    <w:rsid w:val="000A6A56"/>
    <w:rsid w:val="000A7673"/>
    <w:rsid w:val="000B0353"/>
    <w:rsid w:val="000B2BA1"/>
    <w:rsid w:val="000B2E2D"/>
    <w:rsid w:val="000B3709"/>
    <w:rsid w:val="000C04C8"/>
    <w:rsid w:val="000C0F43"/>
    <w:rsid w:val="000C19DE"/>
    <w:rsid w:val="000C1EB8"/>
    <w:rsid w:val="000C2A6E"/>
    <w:rsid w:val="000C4072"/>
    <w:rsid w:val="000C476B"/>
    <w:rsid w:val="000C510B"/>
    <w:rsid w:val="000C5E91"/>
    <w:rsid w:val="000D0653"/>
    <w:rsid w:val="000D1A98"/>
    <w:rsid w:val="000D1B06"/>
    <w:rsid w:val="000D32F1"/>
    <w:rsid w:val="000D5ED7"/>
    <w:rsid w:val="000D6BE2"/>
    <w:rsid w:val="000D74D9"/>
    <w:rsid w:val="000E1535"/>
    <w:rsid w:val="000E2BDB"/>
    <w:rsid w:val="000E3661"/>
    <w:rsid w:val="000E54AF"/>
    <w:rsid w:val="000F084D"/>
    <w:rsid w:val="000F13A9"/>
    <w:rsid w:val="000F17DB"/>
    <w:rsid w:val="00100139"/>
    <w:rsid w:val="00103636"/>
    <w:rsid w:val="00103721"/>
    <w:rsid w:val="00104835"/>
    <w:rsid w:val="00104947"/>
    <w:rsid w:val="001061BC"/>
    <w:rsid w:val="001072F1"/>
    <w:rsid w:val="0011358E"/>
    <w:rsid w:val="001142BA"/>
    <w:rsid w:val="0011472D"/>
    <w:rsid w:val="0011510E"/>
    <w:rsid w:val="0011608E"/>
    <w:rsid w:val="00122C6C"/>
    <w:rsid w:val="00122EE5"/>
    <w:rsid w:val="001269B9"/>
    <w:rsid w:val="00127B85"/>
    <w:rsid w:val="00130570"/>
    <w:rsid w:val="0013087C"/>
    <w:rsid w:val="0013427B"/>
    <w:rsid w:val="0013603A"/>
    <w:rsid w:val="001364FA"/>
    <w:rsid w:val="00136663"/>
    <w:rsid w:val="00136C15"/>
    <w:rsid w:val="0013768B"/>
    <w:rsid w:val="00137DA2"/>
    <w:rsid w:val="00142214"/>
    <w:rsid w:val="00143F3D"/>
    <w:rsid w:val="0014473D"/>
    <w:rsid w:val="00144E86"/>
    <w:rsid w:val="00145644"/>
    <w:rsid w:val="0014683D"/>
    <w:rsid w:val="00152424"/>
    <w:rsid w:val="00153D92"/>
    <w:rsid w:val="00161ED4"/>
    <w:rsid w:val="00164DE0"/>
    <w:rsid w:val="00165E6A"/>
    <w:rsid w:val="00173A72"/>
    <w:rsid w:val="00173EE8"/>
    <w:rsid w:val="00175030"/>
    <w:rsid w:val="00177E18"/>
    <w:rsid w:val="00177FB3"/>
    <w:rsid w:val="00177FB5"/>
    <w:rsid w:val="00181126"/>
    <w:rsid w:val="001818D3"/>
    <w:rsid w:val="001825D5"/>
    <w:rsid w:val="001845E4"/>
    <w:rsid w:val="00184971"/>
    <w:rsid w:val="0018799F"/>
    <w:rsid w:val="00190ED1"/>
    <w:rsid w:val="00192E7B"/>
    <w:rsid w:val="001973C6"/>
    <w:rsid w:val="001A11D8"/>
    <w:rsid w:val="001A12F4"/>
    <w:rsid w:val="001A34A4"/>
    <w:rsid w:val="001A7A0D"/>
    <w:rsid w:val="001B0592"/>
    <w:rsid w:val="001B06AC"/>
    <w:rsid w:val="001B1C24"/>
    <w:rsid w:val="001B4902"/>
    <w:rsid w:val="001B4970"/>
    <w:rsid w:val="001B5706"/>
    <w:rsid w:val="001B6174"/>
    <w:rsid w:val="001B7956"/>
    <w:rsid w:val="001C2EEF"/>
    <w:rsid w:val="001C330D"/>
    <w:rsid w:val="001C3537"/>
    <w:rsid w:val="001C45DF"/>
    <w:rsid w:val="001C4C64"/>
    <w:rsid w:val="001C598F"/>
    <w:rsid w:val="001C669D"/>
    <w:rsid w:val="001C6780"/>
    <w:rsid w:val="001C75B0"/>
    <w:rsid w:val="001C7E80"/>
    <w:rsid w:val="001D1D41"/>
    <w:rsid w:val="001D3317"/>
    <w:rsid w:val="001D4779"/>
    <w:rsid w:val="001D47FD"/>
    <w:rsid w:val="001D7423"/>
    <w:rsid w:val="001E38E2"/>
    <w:rsid w:val="001E4141"/>
    <w:rsid w:val="001E4355"/>
    <w:rsid w:val="001E6421"/>
    <w:rsid w:val="001F29FE"/>
    <w:rsid w:val="001F2A4B"/>
    <w:rsid w:val="001F593F"/>
    <w:rsid w:val="001F5D4C"/>
    <w:rsid w:val="001F6079"/>
    <w:rsid w:val="00200072"/>
    <w:rsid w:val="00200360"/>
    <w:rsid w:val="00200470"/>
    <w:rsid w:val="00201EC9"/>
    <w:rsid w:val="00203683"/>
    <w:rsid w:val="00204354"/>
    <w:rsid w:val="00211E26"/>
    <w:rsid w:val="002151F7"/>
    <w:rsid w:val="00216BDD"/>
    <w:rsid w:val="00217872"/>
    <w:rsid w:val="00221BB9"/>
    <w:rsid w:val="00221C47"/>
    <w:rsid w:val="00222C69"/>
    <w:rsid w:val="00224B58"/>
    <w:rsid w:val="00227A85"/>
    <w:rsid w:val="00227A9D"/>
    <w:rsid w:val="00232E7D"/>
    <w:rsid w:val="002334D4"/>
    <w:rsid w:val="0023459D"/>
    <w:rsid w:val="002370BB"/>
    <w:rsid w:val="00237124"/>
    <w:rsid w:val="002405E2"/>
    <w:rsid w:val="00241EC8"/>
    <w:rsid w:val="00245E5D"/>
    <w:rsid w:val="00246DD1"/>
    <w:rsid w:val="00250E3C"/>
    <w:rsid w:val="00251450"/>
    <w:rsid w:val="002514B6"/>
    <w:rsid w:val="00251787"/>
    <w:rsid w:val="00253F5B"/>
    <w:rsid w:val="002551D5"/>
    <w:rsid w:val="00255976"/>
    <w:rsid w:val="002574D6"/>
    <w:rsid w:val="00262FBB"/>
    <w:rsid w:val="0026454D"/>
    <w:rsid w:val="00264A2F"/>
    <w:rsid w:val="002663F3"/>
    <w:rsid w:val="00266570"/>
    <w:rsid w:val="00266E5E"/>
    <w:rsid w:val="00267501"/>
    <w:rsid w:val="00267809"/>
    <w:rsid w:val="00267BD6"/>
    <w:rsid w:val="00270808"/>
    <w:rsid w:val="002732E0"/>
    <w:rsid w:val="00273332"/>
    <w:rsid w:val="00274830"/>
    <w:rsid w:val="00274D92"/>
    <w:rsid w:val="00280F70"/>
    <w:rsid w:val="00282C21"/>
    <w:rsid w:val="00282CC1"/>
    <w:rsid w:val="00283492"/>
    <w:rsid w:val="002851DB"/>
    <w:rsid w:val="00285860"/>
    <w:rsid w:val="002858C4"/>
    <w:rsid w:val="00290204"/>
    <w:rsid w:val="00290D56"/>
    <w:rsid w:val="0029282D"/>
    <w:rsid w:val="002977E8"/>
    <w:rsid w:val="002A0AEF"/>
    <w:rsid w:val="002A108C"/>
    <w:rsid w:val="002A158B"/>
    <w:rsid w:val="002A1F00"/>
    <w:rsid w:val="002A28BA"/>
    <w:rsid w:val="002A571F"/>
    <w:rsid w:val="002A682D"/>
    <w:rsid w:val="002B0284"/>
    <w:rsid w:val="002B1A01"/>
    <w:rsid w:val="002B26B0"/>
    <w:rsid w:val="002B67B3"/>
    <w:rsid w:val="002B67D1"/>
    <w:rsid w:val="002B6A27"/>
    <w:rsid w:val="002C0B4B"/>
    <w:rsid w:val="002C42B0"/>
    <w:rsid w:val="002C6CD1"/>
    <w:rsid w:val="002D090B"/>
    <w:rsid w:val="002D2EBD"/>
    <w:rsid w:val="002D721D"/>
    <w:rsid w:val="002E08A3"/>
    <w:rsid w:val="002E08AB"/>
    <w:rsid w:val="002E0E5B"/>
    <w:rsid w:val="002E1348"/>
    <w:rsid w:val="002E1967"/>
    <w:rsid w:val="002E1A21"/>
    <w:rsid w:val="002E1C9F"/>
    <w:rsid w:val="002E5D87"/>
    <w:rsid w:val="002E630C"/>
    <w:rsid w:val="002E7327"/>
    <w:rsid w:val="002F111A"/>
    <w:rsid w:val="002F1845"/>
    <w:rsid w:val="002F30A6"/>
    <w:rsid w:val="002F3903"/>
    <w:rsid w:val="002F4784"/>
    <w:rsid w:val="002F67F9"/>
    <w:rsid w:val="002F7D62"/>
    <w:rsid w:val="00300130"/>
    <w:rsid w:val="00303321"/>
    <w:rsid w:val="003057B9"/>
    <w:rsid w:val="00305825"/>
    <w:rsid w:val="00305AEF"/>
    <w:rsid w:val="00310CBA"/>
    <w:rsid w:val="00310DE6"/>
    <w:rsid w:val="00310FD9"/>
    <w:rsid w:val="00312F4D"/>
    <w:rsid w:val="0031477C"/>
    <w:rsid w:val="00314D77"/>
    <w:rsid w:val="00316326"/>
    <w:rsid w:val="00317311"/>
    <w:rsid w:val="00322529"/>
    <w:rsid w:val="003268B6"/>
    <w:rsid w:val="00330401"/>
    <w:rsid w:val="00331D1F"/>
    <w:rsid w:val="00331DDA"/>
    <w:rsid w:val="00332B0E"/>
    <w:rsid w:val="00333420"/>
    <w:rsid w:val="003339C0"/>
    <w:rsid w:val="00334800"/>
    <w:rsid w:val="00335552"/>
    <w:rsid w:val="00336F4F"/>
    <w:rsid w:val="00341016"/>
    <w:rsid w:val="00341665"/>
    <w:rsid w:val="0034237A"/>
    <w:rsid w:val="003448AB"/>
    <w:rsid w:val="003474A2"/>
    <w:rsid w:val="003529B9"/>
    <w:rsid w:val="00355186"/>
    <w:rsid w:val="00360E46"/>
    <w:rsid w:val="00362773"/>
    <w:rsid w:val="00362F06"/>
    <w:rsid w:val="0036697F"/>
    <w:rsid w:val="003674A8"/>
    <w:rsid w:val="003711F3"/>
    <w:rsid w:val="003719B5"/>
    <w:rsid w:val="003733CC"/>
    <w:rsid w:val="0037406F"/>
    <w:rsid w:val="00375956"/>
    <w:rsid w:val="003766EC"/>
    <w:rsid w:val="00376AAF"/>
    <w:rsid w:val="003775B0"/>
    <w:rsid w:val="00377967"/>
    <w:rsid w:val="003803A6"/>
    <w:rsid w:val="00380CCC"/>
    <w:rsid w:val="00380D74"/>
    <w:rsid w:val="00381EA1"/>
    <w:rsid w:val="00382127"/>
    <w:rsid w:val="00382817"/>
    <w:rsid w:val="003855E4"/>
    <w:rsid w:val="00385BFD"/>
    <w:rsid w:val="00387E1C"/>
    <w:rsid w:val="003903BA"/>
    <w:rsid w:val="003934EB"/>
    <w:rsid w:val="00396AA7"/>
    <w:rsid w:val="00397338"/>
    <w:rsid w:val="003A2538"/>
    <w:rsid w:val="003A4531"/>
    <w:rsid w:val="003B009D"/>
    <w:rsid w:val="003B1CF8"/>
    <w:rsid w:val="003B37DC"/>
    <w:rsid w:val="003B59AF"/>
    <w:rsid w:val="003B669B"/>
    <w:rsid w:val="003B72AA"/>
    <w:rsid w:val="003C2CBE"/>
    <w:rsid w:val="003C553A"/>
    <w:rsid w:val="003D00E2"/>
    <w:rsid w:val="003D1F11"/>
    <w:rsid w:val="003D3881"/>
    <w:rsid w:val="003D3CDC"/>
    <w:rsid w:val="003D4E7F"/>
    <w:rsid w:val="003D694F"/>
    <w:rsid w:val="003E00D8"/>
    <w:rsid w:val="003E0707"/>
    <w:rsid w:val="003E11B7"/>
    <w:rsid w:val="003E51EE"/>
    <w:rsid w:val="003E5D25"/>
    <w:rsid w:val="003E658F"/>
    <w:rsid w:val="003F28C6"/>
    <w:rsid w:val="003F3D23"/>
    <w:rsid w:val="003F4B43"/>
    <w:rsid w:val="003F5E26"/>
    <w:rsid w:val="00402301"/>
    <w:rsid w:val="00402DA7"/>
    <w:rsid w:val="00404323"/>
    <w:rsid w:val="004056D8"/>
    <w:rsid w:val="00407B64"/>
    <w:rsid w:val="004108F1"/>
    <w:rsid w:val="00412301"/>
    <w:rsid w:val="00413112"/>
    <w:rsid w:val="0042290E"/>
    <w:rsid w:val="00425EF5"/>
    <w:rsid w:val="004269C7"/>
    <w:rsid w:val="00427519"/>
    <w:rsid w:val="00430E4C"/>
    <w:rsid w:val="00432A26"/>
    <w:rsid w:val="00434412"/>
    <w:rsid w:val="00434682"/>
    <w:rsid w:val="004359A0"/>
    <w:rsid w:val="004370EB"/>
    <w:rsid w:val="004378EC"/>
    <w:rsid w:val="00441003"/>
    <w:rsid w:val="00441B0C"/>
    <w:rsid w:val="0044331C"/>
    <w:rsid w:val="004465DD"/>
    <w:rsid w:val="004534BB"/>
    <w:rsid w:val="0045558B"/>
    <w:rsid w:val="00455FF9"/>
    <w:rsid w:val="0045683C"/>
    <w:rsid w:val="00461DCC"/>
    <w:rsid w:val="00462150"/>
    <w:rsid w:val="00462DA3"/>
    <w:rsid w:val="004661A3"/>
    <w:rsid w:val="0046745B"/>
    <w:rsid w:val="00471E3F"/>
    <w:rsid w:val="00472D92"/>
    <w:rsid w:val="00474DE0"/>
    <w:rsid w:val="00480904"/>
    <w:rsid w:val="0048325D"/>
    <w:rsid w:val="004855D6"/>
    <w:rsid w:val="00486375"/>
    <w:rsid w:val="00487AF4"/>
    <w:rsid w:val="00490DFC"/>
    <w:rsid w:val="004939BE"/>
    <w:rsid w:val="00496B03"/>
    <w:rsid w:val="004A27DE"/>
    <w:rsid w:val="004A32B6"/>
    <w:rsid w:val="004A450C"/>
    <w:rsid w:val="004A4FD9"/>
    <w:rsid w:val="004A754B"/>
    <w:rsid w:val="004B2C0A"/>
    <w:rsid w:val="004B2E55"/>
    <w:rsid w:val="004B40DC"/>
    <w:rsid w:val="004C2596"/>
    <w:rsid w:val="004C49ED"/>
    <w:rsid w:val="004C5E14"/>
    <w:rsid w:val="004C7C84"/>
    <w:rsid w:val="004D0EF1"/>
    <w:rsid w:val="004D1F62"/>
    <w:rsid w:val="004D3732"/>
    <w:rsid w:val="004D4658"/>
    <w:rsid w:val="004D6FD5"/>
    <w:rsid w:val="004D73D3"/>
    <w:rsid w:val="004E0A64"/>
    <w:rsid w:val="004E0D91"/>
    <w:rsid w:val="004E6A3B"/>
    <w:rsid w:val="004E6B7E"/>
    <w:rsid w:val="004E7F00"/>
    <w:rsid w:val="004F16A8"/>
    <w:rsid w:val="004F2132"/>
    <w:rsid w:val="004F2D2C"/>
    <w:rsid w:val="004F422C"/>
    <w:rsid w:val="004F68F6"/>
    <w:rsid w:val="004F6FFA"/>
    <w:rsid w:val="00501683"/>
    <w:rsid w:val="00501BD9"/>
    <w:rsid w:val="005028BD"/>
    <w:rsid w:val="00502B6B"/>
    <w:rsid w:val="00503ED6"/>
    <w:rsid w:val="00505218"/>
    <w:rsid w:val="005071C9"/>
    <w:rsid w:val="00513AAD"/>
    <w:rsid w:val="005143DD"/>
    <w:rsid w:val="00514A52"/>
    <w:rsid w:val="00515906"/>
    <w:rsid w:val="00515918"/>
    <w:rsid w:val="00516793"/>
    <w:rsid w:val="00517D92"/>
    <w:rsid w:val="005221AE"/>
    <w:rsid w:val="00524026"/>
    <w:rsid w:val="0052699A"/>
    <w:rsid w:val="005273C9"/>
    <w:rsid w:val="00531E9F"/>
    <w:rsid w:val="00532527"/>
    <w:rsid w:val="00534DED"/>
    <w:rsid w:val="00541CD1"/>
    <w:rsid w:val="00541CF9"/>
    <w:rsid w:val="00542037"/>
    <w:rsid w:val="00543129"/>
    <w:rsid w:val="00544421"/>
    <w:rsid w:val="0054448D"/>
    <w:rsid w:val="00547FD9"/>
    <w:rsid w:val="005507CF"/>
    <w:rsid w:val="00551423"/>
    <w:rsid w:val="0055170E"/>
    <w:rsid w:val="00552E34"/>
    <w:rsid w:val="00552EC7"/>
    <w:rsid w:val="00553A7C"/>
    <w:rsid w:val="005540C5"/>
    <w:rsid w:val="00556A8A"/>
    <w:rsid w:val="0055700F"/>
    <w:rsid w:val="005627C0"/>
    <w:rsid w:val="00567A91"/>
    <w:rsid w:val="005722C1"/>
    <w:rsid w:val="00572EE1"/>
    <w:rsid w:val="00573105"/>
    <w:rsid w:val="0057480E"/>
    <w:rsid w:val="005778EB"/>
    <w:rsid w:val="00577F83"/>
    <w:rsid w:val="00580696"/>
    <w:rsid w:val="00580718"/>
    <w:rsid w:val="0058321F"/>
    <w:rsid w:val="00584062"/>
    <w:rsid w:val="00585DF8"/>
    <w:rsid w:val="00587A20"/>
    <w:rsid w:val="00590CF2"/>
    <w:rsid w:val="005923C7"/>
    <w:rsid w:val="005958B2"/>
    <w:rsid w:val="005965DE"/>
    <w:rsid w:val="00596B9C"/>
    <w:rsid w:val="005A4F8A"/>
    <w:rsid w:val="005A7946"/>
    <w:rsid w:val="005B007D"/>
    <w:rsid w:val="005B1C22"/>
    <w:rsid w:val="005B24C1"/>
    <w:rsid w:val="005B2C69"/>
    <w:rsid w:val="005B581D"/>
    <w:rsid w:val="005B60F9"/>
    <w:rsid w:val="005C07B4"/>
    <w:rsid w:val="005C07B9"/>
    <w:rsid w:val="005C4B3C"/>
    <w:rsid w:val="005D0000"/>
    <w:rsid w:val="005D1A57"/>
    <w:rsid w:val="005D1B80"/>
    <w:rsid w:val="005E59E0"/>
    <w:rsid w:val="005E5DFF"/>
    <w:rsid w:val="005E613F"/>
    <w:rsid w:val="005E6CEA"/>
    <w:rsid w:val="005F2919"/>
    <w:rsid w:val="005F45A2"/>
    <w:rsid w:val="005F4FF3"/>
    <w:rsid w:val="005F59BC"/>
    <w:rsid w:val="005F5D0E"/>
    <w:rsid w:val="005F6988"/>
    <w:rsid w:val="006000AE"/>
    <w:rsid w:val="0060047E"/>
    <w:rsid w:val="006005FD"/>
    <w:rsid w:val="00602994"/>
    <w:rsid w:val="0060428B"/>
    <w:rsid w:val="006054C9"/>
    <w:rsid w:val="00605F26"/>
    <w:rsid w:val="00606094"/>
    <w:rsid w:val="006069AE"/>
    <w:rsid w:val="00606B90"/>
    <w:rsid w:val="00606F9B"/>
    <w:rsid w:val="006114EF"/>
    <w:rsid w:val="0061396D"/>
    <w:rsid w:val="00613B04"/>
    <w:rsid w:val="00614192"/>
    <w:rsid w:val="00616FFB"/>
    <w:rsid w:val="006204D1"/>
    <w:rsid w:val="00620DB5"/>
    <w:rsid w:val="00621FC5"/>
    <w:rsid w:val="00622B3E"/>
    <w:rsid w:val="00623821"/>
    <w:rsid w:val="006247C7"/>
    <w:rsid w:val="00626D4C"/>
    <w:rsid w:val="006271DB"/>
    <w:rsid w:val="00630B70"/>
    <w:rsid w:val="0063245A"/>
    <w:rsid w:val="0063690C"/>
    <w:rsid w:val="00640AD2"/>
    <w:rsid w:val="00650EBD"/>
    <w:rsid w:val="00653E01"/>
    <w:rsid w:val="006571EF"/>
    <w:rsid w:val="00657BE4"/>
    <w:rsid w:val="00657E05"/>
    <w:rsid w:val="00666F42"/>
    <w:rsid w:val="00667D30"/>
    <w:rsid w:val="0067167B"/>
    <w:rsid w:val="00672DAA"/>
    <w:rsid w:val="00673402"/>
    <w:rsid w:val="006738AB"/>
    <w:rsid w:val="00682AAE"/>
    <w:rsid w:val="00683E39"/>
    <w:rsid w:val="00684D28"/>
    <w:rsid w:val="00685893"/>
    <w:rsid w:val="00686ECB"/>
    <w:rsid w:val="00691F1F"/>
    <w:rsid w:val="006928CF"/>
    <w:rsid w:val="00694FE6"/>
    <w:rsid w:val="006955CB"/>
    <w:rsid w:val="006959C9"/>
    <w:rsid w:val="006A00B3"/>
    <w:rsid w:val="006A01E2"/>
    <w:rsid w:val="006A0CE7"/>
    <w:rsid w:val="006A2577"/>
    <w:rsid w:val="006A32DD"/>
    <w:rsid w:val="006A3B1C"/>
    <w:rsid w:val="006A6E9D"/>
    <w:rsid w:val="006B132E"/>
    <w:rsid w:val="006B433A"/>
    <w:rsid w:val="006B68C0"/>
    <w:rsid w:val="006B78D3"/>
    <w:rsid w:val="006C1030"/>
    <w:rsid w:val="006C4D68"/>
    <w:rsid w:val="006C5DBB"/>
    <w:rsid w:val="006C63C9"/>
    <w:rsid w:val="006C63CB"/>
    <w:rsid w:val="006C795A"/>
    <w:rsid w:val="006C7E7A"/>
    <w:rsid w:val="006D0A34"/>
    <w:rsid w:val="006D0ED8"/>
    <w:rsid w:val="006D39FB"/>
    <w:rsid w:val="006D5B87"/>
    <w:rsid w:val="006E0688"/>
    <w:rsid w:val="006E11CD"/>
    <w:rsid w:val="006E3A5A"/>
    <w:rsid w:val="006E4D61"/>
    <w:rsid w:val="006E5854"/>
    <w:rsid w:val="006E5B4D"/>
    <w:rsid w:val="006F1568"/>
    <w:rsid w:val="006F1A02"/>
    <w:rsid w:val="006F4485"/>
    <w:rsid w:val="006F55D7"/>
    <w:rsid w:val="006F694A"/>
    <w:rsid w:val="006F741B"/>
    <w:rsid w:val="006F7FEF"/>
    <w:rsid w:val="007011BD"/>
    <w:rsid w:val="00701213"/>
    <w:rsid w:val="0070175B"/>
    <w:rsid w:val="00702E5C"/>
    <w:rsid w:val="00704960"/>
    <w:rsid w:val="0070536A"/>
    <w:rsid w:val="00705CE3"/>
    <w:rsid w:val="007062F4"/>
    <w:rsid w:val="00707F72"/>
    <w:rsid w:val="00711D59"/>
    <w:rsid w:val="0071213D"/>
    <w:rsid w:val="007121A9"/>
    <w:rsid w:val="0071242B"/>
    <w:rsid w:val="007127D1"/>
    <w:rsid w:val="007127D6"/>
    <w:rsid w:val="00713C45"/>
    <w:rsid w:val="0071588A"/>
    <w:rsid w:val="00715AEF"/>
    <w:rsid w:val="007173E9"/>
    <w:rsid w:val="00720FAA"/>
    <w:rsid w:val="00721F65"/>
    <w:rsid w:val="007223EE"/>
    <w:rsid w:val="00724052"/>
    <w:rsid w:val="00724E6D"/>
    <w:rsid w:val="007269E0"/>
    <w:rsid w:val="00732146"/>
    <w:rsid w:val="00732839"/>
    <w:rsid w:val="00733F99"/>
    <w:rsid w:val="00735D82"/>
    <w:rsid w:val="007364E7"/>
    <w:rsid w:val="0074187F"/>
    <w:rsid w:val="00742C7E"/>
    <w:rsid w:val="0074412F"/>
    <w:rsid w:val="0074421A"/>
    <w:rsid w:val="0074613D"/>
    <w:rsid w:val="00747F43"/>
    <w:rsid w:val="00750A9A"/>
    <w:rsid w:val="00754410"/>
    <w:rsid w:val="007578B9"/>
    <w:rsid w:val="007578E8"/>
    <w:rsid w:val="00761B22"/>
    <w:rsid w:val="0076384A"/>
    <w:rsid w:val="00766556"/>
    <w:rsid w:val="007679AC"/>
    <w:rsid w:val="00770409"/>
    <w:rsid w:val="007707D9"/>
    <w:rsid w:val="007715F0"/>
    <w:rsid w:val="007759C0"/>
    <w:rsid w:val="007771BE"/>
    <w:rsid w:val="00781734"/>
    <w:rsid w:val="00784186"/>
    <w:rsid w:val="00785683"/>
    <w:rsid w:val="00786D98"/>
    <w:rsid w:val="00790A9E"/>
    <w:rsid w:val="00791937"/>
    <w:rsid w:val="00791A5D"/>
    <w:rsid w:val="00792EF5"/>
    <w:rsid w:val="007932D8"/>
    <w:rsid w:val="00794833"/>
    <w:rsid w:val="00794A07"/>
    <w:rsid w:val="007A26C4"/>
    <w:rsid w:val="007A2FB4"/>
    <w:rsid w:val="007A527D"/>
    <w:rsid w:val="007A5D5D"/>
    <w:rsid w:val="007A770E"/>
    <w:rsid w:val="007B1EB9"/>
    <w:rsid w:val="007B4DB1"/>
    <w:rsid w:val="007B68EF"/>
    <w:rsid w:val="007B6D2E"/>
    <w:rsid w:val="007C767B"/>
    <w:rsid w:val="007C79D4"/>
    <w:rsid w:val="007D1F56"/>
    <w:rsid w:val="007D3121"/>
    <w:rsid w:val="007D31CE"/>
    <w:rsid w:val="007D4030"/>
    <w:rsid w:val="007D46E4"/>
    <w:rsid w:val="007D6AFB"/>
    <w:rsid w:val="007D7C7C"/>
    <w:rsid w:val="007D7F4A"/>
    <w:rsid w:val="007E031D"/>
    <w:rsid w:val="007E45D2"/>
    <w:rsid w:val="007E5DC6"/>
    <w:rsid w:val="007F047A"/>
    <w:rsid w:val="007F1189"/>
    <w:rsid w:val="007F1A2E"/>
    <w:rsid w:val="007F54E8"/>
    <w:rsid w:val="007F6BB7"/>
    <w:rsid w:val="0080057A"/>
    <w:rsid w:val="00800DB0"/>
    <w:rsid w:val="00801BA6"/>
    <w:rsid w:val="00802BAE"/>
    <w:rsid w:val="00802C4B"/>
    <w:rsid w:val="00802C61"/>
    <w:rsid w:val="00804127"/>
    <w:rsid w:val="008046FF"/>
    <w:rsid w:val="008049A1"/>
    <w:rsid w:val="00806E9E"/>
    <w:rsid w:val="00807B59"/>
    <w:rsid w:val="00813522"/>
    <w:rsid w:val="008137F6"/>
    <w:rsid w:val="00814701"/>
    <w:rsid w:val="00815DF3"/>
    <w:rsid w:val="0081784D"/>
    <w:rsid w:val="00817B77"/>
    <w:rsid w:val="00817EA8"/>
    <w:rsid w:val="008213AF"/>
    <w:rsid w:val="0082328B"/>
    <w:rsid w:val="00824F77"/>
    <w:rsid w:val="0082559A"/>
    <w:rsid w:val="00825698"/>
    <w:rsid w:val="00826515"/>
    <w:rsid w:val="008279F3"/>
    <w:rsid w:val="00832B43"/>
    <w:rsid w:val="00832CAF"/>
    <w:rsid w:val="00832FAD"/>
    <w:rsid w:val="00834C12"/>
    <w:rsid w:val="00836622"/>
    <w:rsid w:val="00837056"/>
    <w:rsid w:val="00837629"/>
    <w:rsid w:val="008376C9"/>
    <w:rsid w:val="00843F45"/>
    <w:rsid w:val="0084442B"/>
    <w:rsid w:val="0084507F"/>
    <w:rsid w:val="008457B3"/>
    <w:rsid w:val="00846B2F"/>
    <w:rsid w:val="008472F5"/>
    <w:rsid w:val="00847C6B"/>
    <w:rsid w:val="008507E9"/>
    <w:rsid w:val="00852044"/>
    <w:rsid w:val="00853394"/>
    <w:rsid w:val="00854BDA"/>
    <w:rsid w:val="00854DD1"/>
    <w:rsid w:val="00854ED7"/>
    <w:rsid w:val="0085740D"/>
    <w:rsid w:val="008619EC"/>
    <w:rsid w:val="0086213D"/>
    <w:rsid w:val="0086606D"/>
    <w:rsid w:val="0086760B"/>
    <w:rsid w:val="008702F0"/>
    <w:rsid w:val="00871AC3"/>
    <w:rsid w:val="008743D8"/>
    <w:rsid w:val="008767BF"/>
    <w:rsid w:val="0088052F"/>
    <w:rsid w:val="008820BD"/>
    <w:rsid w:val="00883FA0"/>
    <w:rsid w:val="008864DE"/>
    <w:rsid w:val="00894D3A"/>
    <w:rsid w:val="00897ECE"/>
    <w:rsid w:val="008A2A74"/>
    <w:rsid w:val="008B1CBE"/>
    <w:rsid w:val="008B2990"/>
    <w:rsid w:val="008B3B21"/>
    <w:rsid w:val="008B3FE0"/>
    <w:rsid w:val="008B4FDF"/>
    <w:rsid w:val="008B5B03"/>
    <w:rsid w:val="008B6297"/>
    <w:rsid w:val="008B6640"/>
    <w:rsid w:val="008C250E"/>
    <w:rsid w:val="008C352C"/>
    <w:rsid w:val="008C35F3"/>
    <w:rsid w:val="008C46AA"/>
    <w:rsid w:val="008C4A43"/>
    <w:rsid w:val="008C6253"/>
    <w:rsid w:val="008C6530"/>
    <w:rsid w:val="008D0842"/>
    <w:rsid w:val="008D162B"/>
    <w:rsid w:val="008D16EC"/>
    <w:rsid w:val="008D1F0A"/>
    <w:rsid w:val="008D2BDB"/>
    <w:rsid w:val="008D479E"/>
    <w:rsid w:val="008D5E51"/>
    <w:rsid w:val="008D5F67"/>
    <w:rsid w:val="008D695B"/>
    <w:rsid w:val="008D7F24"/>
    <w:rsid w:val="008E04C9"/>
    <w:rsid w:val="008E0C80"/>
    <w:rsid w:val="008E373C"/>
    <w:rsid w:val="008E4BA5"/>
    <w:rsid w:val="008E60C0"/>
    <w:rsid w:val="008E7E00"/>
    <w:rsid w:val="008F108A"/>
    <w:rsid w:val="008F6D39"/>
    <w:rsid w:val="008F7364"/>
    <w:rsid w:val="00900DD3"/>
    <w:rsid w:val="00901A09"/>
    <w:rsid w:val="00903E91"/>
    <w:rsid w:val="0090471F"/>
    <w:rsid w:val="00907745"/>
    <w:rsid w:val="009128F0"/>
    <w:rsid w:val="00913A54"/>
    <w:rsid w:val="00916F35"/>
    <w:rsid w:val="00917F28"/>
    <w:rsid w:val="0092091F"/>
    <w:rsid w:val="009231A9"/>
    <w:rsid w:val="009255DE"/>
    <w:rsid w:val="0092747E"/>
    <w:rsid w:val="00927544"/>
    <w:rsid w:val="0092764A"/>
    <w:rsid w:val="009301A0"/>
    <w:rsid w:val="0093082B"/>
    <w:rsid w:val="009331D4"/>
    <w:rsid w:val="00934DC9"/>
    <w:rsid w:val="0093709C"/>
    <w:rsid w:val="00937828"/>
    <w:rsid w:val="00937B30"/>
    <w:rsid w:val="00937E1E"/>
    <w:rsid w:val="00940531"/>
    <w:rsid w:val="00941D39"/>
    <w:rsid w:val="00942135"/>
    <w:rsid w:val="00942F38"/>
    <w:rsid w:val="00945F7B"/>
    <w:rsid w:val="00950064"/>
    <w:rsid w:val="00953603"/>
    <w:rsid w:val="009537DB"/>
    <w:rsid w:val="009563E6"/>
    <w:rsid w:val="00961AFC"/>
    <w:rsid w:val="00963F89"/>
    <w:rsid w:val="009653F2"/>
    <w:rsid w:val="00970E92"/>
    <w:rsid w:val="009711F7"/>
    <w:rsid w:val="00971319"/>
    <w:rsid w:val="009719EF"/>
    <w:rsid w:val="00972826"/>
    <w:rsid w:val="00972A07"/>
    <w:rsid w:val="00972F1D"/>
    <w:rsid w:val="009731C9"/>
    <w:rsid w:val="009757B0"/>
    <w:rsid w:val="00976971"/>
    <w:rsid w:val="009800F4"/>
    <w:rsid w:val="00980D70"/>
    <w:rsid w:val="00985361"/>
    <w:rsid w:val="00985EC7"/>
    <w:rsid w:val="009906B7"/>
    <w:rsid w:val="0099164D"/>
    <w:rsid w:val="00992802"/>
    <w:rsid w:val="00994D2C"/>
    <w:rsid w:val="00997019"/>
    <w:rsid w:val="009A0869"/>
    <w:rsid w:val="009A088B"/>
    <w:rsid w:val="009A3DEF"/>
    <w:rsid w:val="009A454A"/>
    <w:rsid w:val="009A4DD0"/>
    <w:rsid w:val="009A5161"/>
    <w:rsid w:val="009A5847"/>
    <w:rsid w:val="009B1BA5"/>
    <w:rsid w:val="009B245B"/>
    <w:rsid w:val="009B2DA8"/>
    <w:rsid w:val="009B4459"/>
    <w:rsid w:val="009B5B72"/>
    <w:rsid w:val="009B5E5A"/>
    <w:rsid w:val="009B5EFF"/>
    <w:rsid w:val="009B688B"/>
    <w:rsid w:val="009B74AB"/>
    <w:rsid w:val="009B7B2F"/>
    <w:rsid w:val="009C2A1A"/>
    <w:rsid w:val="009C2A35"/>
    <w:rsid w:val="009D1D76"/>
    <w:rsid w:val="009D3E73"/>
    <w:rsid w:val="009D3F4F"/>
    <w:rsid w:val="009D4635"/>
    <w:rsid w:val="009D5981"/>
    <w:rsid w:val="009D5B3E"/>
    <w:rsid w:val="009D7693"/>
    <w:rsid w:val="009D7D33"/>
    <w:rsid w:val="009E4CB7"/>
    <w:rsid w:val="009E6CE4"/>
    <w:rsid w:val="009E730F"/>
    <w:rsid w:val="009F0B38"/>
    <w:rsid w:val="009F1D5F"/>
    <w:rsid w:val="009F25B6"/>
    <w:rsid w:val="009F4977"/>
    <w:rsid w:val="009F50F4"/>
    <w:rsid w:val="009F559F"/>
    <w:rsid w:val="009F5C08"/>
    <w:rsid w:val="009F67BA"/>
    <w:rsid w:val="00A01AAF"/>
    <w:rsid w:val="00A04AEC"/>
    <w:rsid w:val="00A05515"/>
    <w:rsid w:val="00A131C3"/>
    <w:rsid w:val="00A14B19"/>
    <w:rsid w:val="00A1608F"/>
    <w:rsid w:val="00A16548"/>
    <w:rsid w:val="00A24302"/>
    <w:rsid w:val="00A24F23"/>
    <w:rsid w:val="00A26375"/>
    <w:rsid w:val="00A2697F"/>
    <w:rsid w:val="00A26A57"/>
    <w:rsid w:val="00A3032A"/>
    <w:rsid w:val="00A31F4F"/>
    <w:rsid w:val="00A36218"/>
    <w:rsid w:val="00A36C1B"/>
    <w:rsid w:val="00A40127"/>
    <w:rsid w:val="00A403A2"/>
    <w:rsid w:val="00A403BF"/>
    <w:rsid w:val="00A41D19"/>
    <w:rsid w:val="00A448D9"/>
    <w:rsid w:val="00A44AF8"/>
    <w:rsid w:val="00A44D35"/>
    <w:rsid w:val="00A45B8C"/>
    <w:rsid w:val="00A45E45"/>
    <w:rsid w:val="00A469BE"/>
    <w:rsid w:val="00A50C2B"/>
    <w:rsid w:val="00A50EA6"/>
    <w:rsid w:val="00A525A6"/>
    <w:rsid w:val="00A53804"/>
    <w:rsid w:val="00A53D93"/>
    <w:rsid w:val="00A5511B"/>
    <w:rsid w:val="00A56CCC"/>
    <w:rsid w:val="00A57AEE"/>
    <w:rsid w:val="00A6243F"/>
    <w:rsid w:val="00A6414B"/>
    <w:rsid w:val="00A64D54"/>
    <w:rsid w:val="00A678B4"/>
    <w:rsid w:val="00A703C8"/>
    <w:rsid w:val="00A71C8F"/>
    <w:rsid w:val="00A72894"/>
    <w:rsid w:val="00A7386C"/>
    <w:rsid w:val="00A73BA0"/>
    <w:rsid w:val="00A75356"/>
    <w:rsid w:val="00A81CDA"/>
    <w:rsid w:val="00A82B28"/>
    <w:rsid w:val="00A83143"/>
    <w:rsid w:val="00A83FD6"/>
    <w:rsid w:val="00A848BE"/>
    <w:rsid w:val="00A84F02"/>
    <w:rsid w:val="00A850A1"/>
    <w:rsid w:val="00A861B7"/>
    <w:rsid w:val="00A87E62"/>
    <w:rsid w:val="00A94BC2"/>
    <w:rsid w:val="00A94EB0"/>
    <w:rsid w:val="00A953C5"/>
    <w:rsid w:val="00A972EB"/>
    <w:rsid w:val="00A97636"/>
    <w:rsid w:val="00A97EC2"/>
    <w:rsid w:val="00AA0C47"/>
    <w:rsid w:val="00AA112A"/>
    <w:rsid w:val="00AA20B7"/>
    <w:rsid w:val="00AA50F2"/>
    <w:rsid w:val="00AA7D3D"/>
    <w:rsid w:val="00AB2A4B"/>
    <w:rsid w:val="00AB5BDE"/>
    <w:rsid w:val="00AB718D"/>
    <w:rsid w:val="00AB7365"/>
    <w:rsid w:val="00AC7A5C"/>
    <w:rsid w:val="00AD0228"/>
    <w:rsid w:val="00AD0EF5"/>
    <w:rsid w:val="00AD2996"/>
    <w:rsid w:val="00AD397A"/>
    <w:rsid w:val="00AD414F"/>
    <w:rsid w:val="00AD6661"/>
    <w:rsid w:val="00AD6894"/>
    <w:rsid w:val="00AD70BC"/>
    <w:rsid w:val="00AD70EE"/>
    <w:rsid w:val="00AD7A05"/>
    <w:rsid w:val="00AE0475"/>
    <w:rsid w:val="00AE0D4C"/>
    <w:rsid w:val="00AE14EC"/>
    <w:rsid w:val="00AE26B2"/>
    <w:rsid w:val="00AE2E68"/>
    <w:rsid w:val="00AE3CFA"/>
    <w:rsid w:val="00AE51A8"/>
    <w:rsid w:val="00AE5CB8"/>
    <w:rsid w:val="00AE757F"/>
    <w:rsid w:val="00AF264D"/>
    <w:rsid w:val="00AF4BCE"/>
    <w:rsid w:val="00B00699"/>
    <w:rsid w:val="00B03346"/>
    <w:rsid w:val="00B04368"/>
    <w:rsid w:val="00B0638C"/>
    <w:rsid w:val="00B11521"/>
    <w:rsid w:val="00B12694"/>
    <w:rsid w:val="00B12C1D"/>
    <w:rsid w:val="00B136A5"/>
    <w:rsid w:val="00B13FB3"/>
    <w:rsid w:val="00B14959"/>
    <w:rsid w:val="00B14D56"/>
    <w:rsid w:val="00B15A60"/>
    <w:rsid w:val="00B22AED"/>
    <w:rsid w:val="00B2381F"/>
    <w:rsid w:val="00B25462"/>
    <w:rsid w:val="00B262CA"/>
    <w:rsid w:val="00B262DE"/>
    <w:rsid w:val="00B310CB"/>
    <w:rsid w:val="00B31815"/>
    <w:rsid w:val="00B31937"/>
    <w:rsid w:val="00B33796"/>
    <w:rsid w:val="00B355E6"/>
    <w:rsid w:val="00B36344"/>
    <w:rsid w:val="00B41589"/>
    <w:rsid w:val="00B44FE0"/>
    <w:rsid w:val="00B45202"/>
    <w:rsid w:val="00B51224"/>
    <w:rsid w:val="00B529DB"/>
    <w:rsid w:val="00B52F57"/>
    <w:rsid w:val="00B545C9"/>
    <w:rsid w:val="00B5521D"/>
    <w:rsid w:val="00B55B6C"/>
    <w:rsid w:val="00B55C7A"/>
    <w:rsid w:val="00B60027"/>
    <w:rsid w:val="00B70966"/>
    <w:rsid w:val="00B711F4"/>
    <w:rsid w:val="00B765BB"/>
    <w:rsid w:val="00B779C9"/>
    <w:rsid w:val="00B81638"/>
    <w:rsid w:val="00B834DC"/>
    <w:rsid w:val="00B83D82"/>
    <w:rsid w:val="00B85745"/>
    <w:rsid w:val="00B8594D"/>
    <w:rsid w:val="00B8621C"/>
    <w:rsid w:val="00B8669E"/>
    <w:rsid w:val="00B90127"/>
    <w:rsid w:val="00B903C3"/>
    <w:rsid w:val="00B921E9"/>
    <w:rsid w:val="00B948DE"/>
    <w:rsid w:val="00B9585A"/>
    <w:rsid w:val="00B95BE9"/>
    <w:rsid w:val="00B96065"/>
    <w:rsid w:val="00BA10A5"/>
    <w:rsid w:val="00BA3ECC"/>
    <w:rsid w:val="00BB0B12"/>
    <w:rsid w:val="00BB1CAA"/>
    <w:rsid w:val="00BB1CE5"/>
    <w:rsid w:val="00BB3181"/>
    <w:rsid w:val="00BB4FFA"/>
    <w:rsid w:val="00BC0540"/>
    <w:rsid w:val="00BC06B5"/>
    <w:rsid w:val="00BC1A55"/>
    <w:rsid w:val="00BC2130"/>
    <w:rsid w:val="00BC27CF"/>
    <w:rsid w:val="00BC7714"/>
    <w:rsid w:val="00BD2BF6"/>
    <w:rsid w:val="00BD2E3A"/>
    <w:rsid w:val="00BD4E8B"/>
    <w:rsid w:val="00BD7F0C"/>
    <w:rsid w:val="00BE1515"/>
    <w:rsid w:val="00BE6536"/>
    <w:rsid w:val="00BE6BE8"/>
    <w:rsid w:val="00BF01A2"/>
    <w:rsid w:val="00BF12C2"/>
    <w:rsid w:val="00BF1564"/>
    <w:rsid w:val="00BF2C38"/>
    <w:rsid w:val="00BF496B"/>
    <w:rsid w:val="00BF5C21"/>
    <w:rsid w:val="00BF6794"/>
    <w:rsid w:val="00C00055"/>
    <w:rsid w:val="00C00BEE"/>
    <w:rsid w:val="00C0338E"/>
    <w:rsid w:val="00C03A03"/>
    <w:rsid w:val="00C04DF1"/>
    <w:rsid w:val="00C0629E"/>
    <w:rsid w:val="00C1365C"/>
    <w:rsid w:val="00C1375C"/>
    <w:rsid w:val="00C13B7E"/>
    <w:rsid w:val="00C1435E"/>
    <w:rsid w:val="00C14B47"/>
    <w:rsid w:val="00C15178"/>
    <w:rsid w:val="00C17421"/>
    <w:rsid w:val="00C227E4"/>
    <w:rsid w:val="00C22968"/>
    <w:rsid w:val="00C22F83"/>
    <w:rsid w:val="00C237B0"/>
    <w:rsid w:val="00C24ADB"/>
    <w:rsid w:val="00C25983"/>
    <w:rsid w:val="00C26155"/>
    <w:rsid w:val="00C2657E"/>
    <w:rsid w:val="00C30604"/>
    <w:rsid w:val="00C31371"/>
    <w:rsid w:val="00C31CA2"/>
    <w:rsid w:val="00C32211"/>
    <w:rsid w:val="00C33630"/>
    <w:rsid w:val="00C336B6"/>
    <w:rsid w:val="00C33CDB"/>
    <w:rsid w:val="00C35A82"/>
    <w:rsid w:val="00C370A1"/>
    <w:rsid w:val="00C406A4"/>
    <w:rsid w:val="00C4152F"/>
    <w:rsid w:val="00C43AC6"/>
    <w:rsid w:val="00C43F8D"/>
    <w:rsid w:val="00C4415B"/>
    <w:rsid w:val="00C4488D"/>
    <w:rsid w:val="00C465CE"/>
    <w:rsid w:val="00C46942"/>
    <w:rsid w:val="00C46D8D"/>
    <w:rsid w:val="00C4738E"/>
    <w:rsid w:val="00C51549"/>
    <w:rsid w:val="00C521EE"/>
    <w:rsid w:val="00C5390F"/>
    <w:rsid w:val="00C56C92"/>
    <w:rsid w:val="00C5713C"/>
    <w:rsid w:val="00C57EE3"/>
    <w:rsid w:val="00C60DAE"/>
    <w:rsid w:val="00C63840"/>
    <w:rsid w:val="00C653DA"/>
    <w:rsid w:val="00C6626F"/>
    <w:rsid w:val="00C71371"/>
    <w:rsid w:val="00C7454B"/>
    <w:rsid w:val="00C75749"/>
    <w:rsid w:val="00C772CC"/>
    <w:rsid w:val="00C82661"/>
    <w:rsid w:val="00C82C9C"/>
    <w:rsid w:val="00C858B1"/>
    <w:rsid w:val="00C872DD"/>
    <w:rsid w:val="00C90F32"/>
    <w:rsid w:val="00C91F4F"/>
    <w:rsid w:val="00CA08BF"/>
    <w:rsid w:val="00CA1021"/>
    <w:rsid w:val="00CA5DF7"/>
    <w:rsid w:val="00CA649D"/>
    <w:rsid w:val="00CA6C5A"/>
    <w:rsid w:val="00CB10C1"/>
    <w:rsid w:val="00CB1204"/>
    <w:rsid w:val="00CB1CB6"/>
    <w:rsid w:val="00CB291B"/>
    <w:rsid w:val="00CB2D3E"/>
    <w:rsid w:val="00CB3F9C"/>
    <w:rsid w:val="00CB54AF"/>
    <w:rsid w:val="00CB5BD5"/>
    <w:rsid w:val="00CB634C"/>
    <w:rsid w:val="00CB6AE6"/>
    <w:rsid w:val="00CC00DA"/>
    <w:rsid w:val="00CC0801"/>
    <w:rsid w:val="00CC261E"/>
    <w:rsid w:val="00CC304A"/>
    <w:rsid w:val="00CC36A8"/>
    <w:rsid w:val="00CC3F5E"/>
    <w:rsid w:val="00CC45E4"/>
    <w:rsid w:val="00CC5A93"/>
    <w:rsid w:val="00CC7F24"/>
    <w:rsid w:val="00CD0F5F"/>
    <w:rsid w:val="00CD7327"/>
    <w:rsid w:val="00CE1D77"/>
    <w:rsid w:val="00CE51AF"/>
    <w:rsid w:val="00CE5337"/>
    <w:rsid w:val="00CE707E"/>
    <w:rsid w:val="00CE713A"/>
    <w:rsid w:val="00CF0E9A"/>
    <w:rsid w:val="00CF0EE6"/>
    <w:rsid w:val="00CF31A2"/>
    <w:rsid w:val="00CF5456"/>
    <w:rsid w:val="00CF5C06"/>
    <w:rsid w:val="00CF6273"/>
    <w:rsid w:val="00D00A00"/>
    <w:rsid w:val="00D024F6"/>
    <w:rsid w:val="00D03367"/>
    <w:rsid w:val="00D03AD8"/>
    <w:rsid w:val="00D03F71"/>
    <w:rsid w:val="00D0628D"/>
    <w:rsid w:val="00D073C5"/>
    <w:rsid w:val="00D07900"/>
    <w:rsid w:val="00D1334F"/>
    <w:rsid w:val="00D1463A"/>
    <w:rsid w:val="00D21122"/>
    <w:rsid w:val="00D229FE"/>
    <w:rsid w:val="00D23453"/>
    <w:rsid w:val="00D23BBC"/>
    <w:rsid w:val="00D23FF3"/>
    <w:rsid w:val="00D24AA6"/>
    <w:rsid w:val="00D24B44"/>
    <w:rsid w:val="00D252FA"/>
    <w:rsid w:val="00D27BD7"/>
    <w:rsid w:val="00D311CD"/>
    <w:rsid w:val="00D31630"/>
    <w:rsid w:val="00D32341"/>
    <w:rsid w:val="00D32AFE"/>
    <w:rsid w:val="00D342BA"/>
    <w:rsid w:val="00D40C11"/>
    <w:rsid w:val="00D47514"/>
    <w:rsid w:val="00D4751D"/>
    <w:rsid w:val="00D47802"/>
    <w:rsid w:val="00D47DDF"/>
    <w:rsid w:val="00D502A9"/>
    <w:rsid w:val="00D514F8"/>
    <w:rsid w:val="00D523B8"/>
    <w:rsid w:val="00D52E25"/>
    <w:rsid w:val="00D5586E"/>
    <w:rsid w:val="00D55BFE"/>
    <w:rsid w:val="00D62D7D"/>
    <w:rsid w:val="00D64DBD"/>
    <w:rsid w:val="00D721EE"/>
    <w:rsid w:val="00D73D71"/>
    <w:rsid w:val="00D747C2"/>
    <w:rsid w:val="00D74B99"/>
    <w:rsid w:val="00D7515E"/>
    <w:rsid w:val="00D767AA"/>
    <w:rsid w:val="00D76ECD"/>
    <w:rsid w:val="00D803B9"/>
    <w:rsid w:val="00D840CA"/>
    <w:rsid w:val="00D841FE"/>
    <w:rsid w:val="00D85143"/>
    <w:rsid w:val="00D87EF9"/>
    <w:rsid w:val="00D94C60"/>
    <w:rsid w:val="00DA129F"/>
    <w:rsid w:val="00DA3CC1"/>
    <w:rsid w:val="00DA4494"/>
    <w:rsid w:val="00DA4D14"/>
    <w:rsid w:val="00DA622C"/>
    <w:rsid w:val="00DA78FA"/>
    <w:rsid w:val="00DA7EBA"/>
    <w:rsid w:val="00DB06A6"/>
    <w:rsid w:val="00DB07B9"/>
    <w:rsid w:val="00DB0B2A"/>
    <w:rsid w:val="00DB478E"/>
    <w:rsid w:val="00DB5898"/>
    <w:rsid w:val="00DB5C1C"/>
    <w:rsid w:val="00DB656A"/>
    <w:rsid w:val="00DB6D91"/>
    <w:rsid w:val="00DB7624"/>
    <w:rsid w:val="00DC04B6"/>
    <w:rsid w:val="00DC329E"/>
    <w:rsid w:val="00DC5F2F"/>
    <w:rsid w:val="00DC6B4E"/>
    <w:rsid w:val="00DC7DE7"/>
    <w:rsid w:val="00DD0F66"/>
    <w:rsid w:val="00DD1790"/>
    <w:rsid w:val="00DD1ECB"/>
    <w:rsid w:val="00DD36E4"/>
    <w:rsid w:val="00DD619F"/>
    <w:rsid w:val="00DD72F4"/>
    <w:rsid w:val="00DD78F7"/>
    <w:rsid w:val="00DD7DA0"/>
    <w:rsid w:val="00DE0A93"/>
    <w:rsid w:val="00DE1F6C"/>
    <w:rsid w:val="00DE238D"/>
    <w:rsid w:val="00DE28D0"/>
    <w:rsid w:val="00DE569A"/>
    <w:rsid w:val="00DE6D44"/>
    <w:rsid w:val="00DF0E0C"/>
    <w:rsid w:val="00DF5A2E"/>
    <w:rsid w:val="00E01409"/>
    <w:rsid w:val="00E0255C"/>
    <w:rsid w:val="00E0545D"/>
    <w:rsid w:val="00E05B68"/>
    <w:rsid w:val="00E1101E"/>
    <w:rsid w:val="00E14709"/>
    <w:rsid w:val="00E1673A"/>
    <w:rsid w:val="00E16E72"/>
    <w:rsid w:val="00E206F4"/>
    <w:rsid w:val="00E237E7"/>
    <w:rsid w:val="00E23B4F"/>
    <w:rsid w:val="00E23E3D"/>
    <w:rsid w:val="00E254F9"/>
    <w:rsid w:val="00E25B36"/>
    <w:rsid w:val="00E26D65"/>
    <w:rsid w:val="00E303B8"/>
    <w:rsid w:val="00E30A37"/>
    <w:rsid w:val="00E30BFF"/>
    <w:rsid w:val="00E30EBB"/>
    <w:rsid w:val="00E31231"/>
    <w:rsid w:val="00E323A0"/>
    <w:rsid w:val="00E32D5A"/>
    <w:rsid w:val="00E33CD3"/>
    <w:rsid w:val="00E35394"/>
    <w:rsid w:val="00E3677C"/>
    <w:rsid w:val="00E36789"/>
    <w:rsid w:val="00E42164"/>
    <w:rsid w:val="00E42AC7"/>
    <w:rsid w:val="00E459FC"/>
    <w:rsid w:val="00E46A1A"/>
    <w:rsid w:val="00E51093"/>
    <w:rsid w:val="00E52891"/>
    <w:rsid w:val="00E53857"/>
    <w:rsid w:val="00E6023F"/>
    <w:rsid w:val="00E609C1"/>
    <w:rsid w:val="00E61F4C"/>
    <w:rsid w:val="00E62BCA"/>
    <w:rsid w:val="00E65BB7"/>
    <w:rsid w:val="00E660BB"/>
    <w:rsid w:val="00E66A27"/>
    <w:rsid w:val="00E66A2E"/>
    <w:rsid w:val="00E7328F"/>
    <w:rsid w:val="00E73653"/>
    <w:rsid w:val="00E7777D"/>
    <w:rsid w:val="00E81768"/>
    <w:rsid w:val="00E84F32"/>
    <w:rsid w:val="00E90352"/>
    <w:rsid w:val="00E93194"/>
    <w:rsid w:val="00E9635B"/>
    <w:rsid w:val="00E973CC"/>
    <w:rsid w:val="00E97E93"/>
    <w:rsid w:val="00EA2DB7"/>
    <w:rsid w:val="00EA30A5"/>
    <w:rsid w:val="00EA5F31"/>
    <w:rsid w:val="00EA7175"/>
    <w:rsid w:val="00EB099C"/>
    <w:rsid w:val="00EB1094"/>
    <w:rsid w:val="00EB24C2"/>
    <w:rsid w:val="00EB2EF7"/>
    <w:rsid w:val="00EB31F2"/>
    <w:rsid w:val="00EB55FE"/>
    <w:rsid w:val="00EB5E3C"/>
    <w:rsid w:val="00EC092C"/>
    <w:rsid w:val="00EC16DB"/>
    <w:rsid w:val="00EC2752"/>
    <w:rsid w:val="00EC4629"/>
    <w:rsid w:val="00EC73ED"/>
    <w:rsid w:val="00ED2787"/>
    <w:rsid w:val="00ED4199"/>
    <w:rsid w:val="00ED5E75"/>
    <w:rsid w:val="00ED5F97"/>
    <w:rsid w:val="00EE4EB7"/>
    <w:rsid w:val="00EE6055"/>
    <w:rsid w:val="00EE615F"/>
    <w:rsid w:val="00EE6AF7"/>
    <w:rsid w:val="00EF10DF"/>
    <w:rsid w:val="00EF1636"/>
    <w:rsid w:val="00EF6196"/>
    <w:rsid w:val="00EF64AC"/>
    <w:rsid w:val="00EF6C7E"/>
    <w:rsid w:val="00F0120B"/>
    <w:rsid w:val="00F0120D"/>
    <w:rsid w:val="00F0226F"/>
    <w:rsid w:val="00F02A7A"/>
    <w:rsid w:val="00F034B1"/>
    <w:rsid w:val="00F0395C"/>
    <w:rsid w:val="00F06F86"/>
    <w:rsid w:val="00F15149"/>
    <w:rsid w:val="00F15501"/>
    <w:rsid w:val="00F15EEB"/>
    <w:rsid w:val="00F1698D"/>
    <w:rsid w:val="00F17458"/>
    <w:rsid w:val="00F17DFE"/>
    <w:rsid w:val="00F21E2F"/>
    <w:rsid w:val="00F239D1"/>
    <w:rsid w:val="00F23FF9"/>
    <w:rsid w:val="00F26663"/>
    <w:rsid w:val="00F27A27"/>
    <w:rsid w:val="00F27F9F"/>
    <w:rsid w:val="00F30C8A"/>
    <w:rsid w:val="00F30E03"/>
    <w:rsid w:val="00F30E16"/>
    <w:rsid w:val="00F3249C"/>
    <w:rsid w:val="00F33C2E"/>
    <w:rsid w:val="00F3420C"/>
    <w:rsid w:val="00F35801"/>
    <w:rsid w:val="00F36765"/>
    <w:rsid w:val="00F36FB8"/>
    <w:rsid w:val="00F37125"/>
    <w:rsid w:val="00F3742E"/>
    <w:rsid w:val="00F41862"/>
    <w:rsid w:val="00F44669"/>
    <w:rsid w:val="00F50CA5"/>
    <w:rsid w:val="00F52820"/>
    <w:rsid w:val="00F5724A"/>
    <w:rsid w:val="00F6081E"/>
    <w:rsid w:val="00F608B4"/>
    <w:rsid w:val="00F61486"/>
    <w:rsid w:val="00F617E7"/>
    <w:rsid w:val="00F62F80"/>
    <w:rsid w:val="00F63082"/>
    <w:rsid w:val="00F65201"/>
    <w:rsid w:val="00F659BA"/>
    <w:rsid w:val="00F66AD9"/>
    <w:rsid w:val="00F70B9E"/>
    <w:rsid w:val="00F71B74"/>
    <w:rsid w:val="00F72861"/>
    <w:rsid w:val="00F735CE"/>
    <w:rsid w:val="00F761D8"/>
    <w:rsid w:val="00F77CE5"/>
    <w:rsid w:val="00F833FC"/>
    <w:rsid w:val="00F834DE"/>
    <w:rsid w:val="00F8629B"/>
    <w:rsid w:val="00F94455"/>
    <w:rsid w:val="00F944B3"/>
    <w:rsid w:val="00F94E38"/>
    <w:rsid w:val="00F95E7E"/>
    <w:rsid w:val="00F97680"/>
    <w:rsid w:val="00FA0C93"/>
    <w:rsid w:val="00FA2FBE"/>
    <w:rsid w:val="00FA479C"/>
    <w:rsid w:val="00FA5818"/>
    <w:rsid w:val="00FA5AF0"/>
    <w:rsid w:val="00FA6D7C"/>
    <w:rsid w:val="00FB2A6D"/>
    <w:rsid w:val="00FB35B0"/>
    <w:rsid w:val="00FB4507"/>
    <w:rsid w:val="00FB450E"/>
    <w:rsid w:val="00FB6571"/>
    <w:rsid w:val="00FB766E"/>
    <w:rsid w:val="00FC7C94"/>
    <w:rsid w:val="00FD1E57"/>
    <w:rsid w:val="00FD2F2E"/>
    <w:rsid w:val="00FD41AD"/>
    <w:rsid w:val="00FD614C"/>
    <w:rsid w:val="00FE642A"/>
    <w:rsid w:val="00FE69F5"/>
    <w:rsid w:val="00FE6F0A"/>
    <w:rsid w:val="00FE7248"/>
    <w:rsid w:val="00FF04CE"/>
    <w:rsid w:val="00FF09EE"/>
    <w:rsid w:val="00FF1C7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D184B47"/>
  <w15:docId w15:val="{5479D25D-3081-483E-B7B2-82D441DF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9128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3</Pages>
  <Words>442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Matze</cp:lastModifiedBy>
  <cp:revision>65</cp:revision>
  <cp:lastPrinted>2017-06-14T12:13:00Z</cp:lastPrinted>
  <dcterms:created xsi:type="dcterms:W3CDTF">2017-06-28T10:49:00Z</dcterms:created>
  <dcterms:modified xsi:type="dcterms:W3CDTF">2017-06-28T12:09:00Z</dcterms:modified>
</cp:coreProperties>
</file>